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38" w:type="dxa"/>
        <w:tblLook w:val="01E0" w:firstRow="1" w:lastRow="1" w:firstColumn="1" w:lastColumn="1" w:noHBand="0" w:noVBand="0"/>
      </w:tblPr>
      <w:tblGrid>
        <w:gridCol w:w="1943"/>
        <w:gridCol w:w="2792"/>
        <w:gridCol w:w="1106"/>
        <w:gridCol w:w="170"/>
        <w:gridCol w:w="3729"/>
        <w:gridCol w:w="98"/>
      </w:tblGrid>
      <w:tr w:rsidR="003B7DF9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8B1CA5" w:rsidRDefault="00D63A52" w:rsidP="00F002D2"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Patient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B80848" w:rsidP="00F002D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3B7DF9" w:rsidP="00F002D2">
            <w:pPr>
              <w:rPr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B80848" w:rsidP="007F47FA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</w:t>
            </w:r>
            <w:r w:rsidR="003B7DF9" w:rsidRPr="00BE67C6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3B7DF9" w:rsidRPr="00BE67C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F47FA">
              <w:rPr>
                <w:rFonts w:ascii="Arial" w:hAnsi="Arial" w:cs="Arial"/>
                <w:sz w:val="18"/>
                <w:szCs w:val="18"/>
              </w:rPr>
              <w:t>72</w:t>
            </w:r>
          </w:p>
        </w:tc>
      </w:tr>
      <w:tr w:rsidR="002D26EA" w:rsidRPr="00BE67C6" w:rsidTr="002D26EA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D26EA" w:rsidRPr="00BE67C6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2792" w:type="dxa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2D26EA" w:rsidRPr="002D26EA" w:rsidRDefault="00B80848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E6E6E6"/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  <w:highlight w:val="yellow"/>
              </w:rPr>
            </w:pPr>
            <w:r w:rsidRPr="002D26EA">
              <w:rPr>
                <w:rFonts w:ascii="Arial" w:hAnsi="Arial" w:cs="Arial"/>
                <w:color w:val="808080"/>
                <w:sz w:val="18"/>
                <w:szCs w:val="18"/>
              </w:rPr>
              <w:t>Ward/Dept:</w:t>
            </w:r>
          </w:p>
        </w:tc>
        <w:tc>
          <w:tcPr>
            <w:tcW w:w="3729" w:type="dxa"/>
            <w:shd w:val="clear" w:color="auto" w:fill="E6E6E6"/>
            <w:vAlign w:val="center"/>
          </w:tcPr>
          <w:p w:rsidR="002D26EA" w:rsidRPr="002D26EA" w:rsidRDefault="00B80848" w:rsidP="00F002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sz w:val="18"/>
                <w:szCs w:val="18"/>
              </w:rPr>
            </w:pPr>
            <w:r w:rsidRPr="00BE67C6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BE67C6">
              <w:rPr>
                <w:rFonts w:ascii="Arial" w:hAnsi="Arial" w:cs="Arial"/>
                <w:sz w:val="18"/>
                <w:szCs w:val="18"/>
              </w:rPr>
              <w:instrText xml:space="preserve"> CREATEDATE \@ "dddd, d MMMM yyyy" \* MERGEFORMAT </w:instrText>
            </w:r>
            <w:r w:rsidRPr="00BE67C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7F47FA">
              <w:rPr>
                <w:rFonts w:ascii="Arial" w:hAnsi="Arial" w:cs="Arial"/>
                <w:noProof/>
                <w:sz w:val="18"/>
                <w:szCs w:val="18"/>
              </w:rPr>
              <w:t>Monday, 20 July 2020</w:t>
            </w:r>
            <w:r w:rsidRPr="00BE67C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B80848" w:rsidP="00F002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97" w:type="dxa"/>
            <w:gridSpan w:val="4"/>
            <w:vMerge w:val="restart"/>
            <w:tcMar>
              <w:top w:w="28" w:type="dxa"/>
              <w:bottom w:w="28" w:type="dxa"/>
            </w:tcMar>
          </w:tcPr>
          <w:p w:rsidR="00A5497F" w:rsidRPr="00BE67C6" w:rsidRDefault="007F47FA" w:rsidP="00F002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72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yo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presented on 16/07/20 with facial weakness, slurred speech and confusion. Diagnosis of left PACI.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Thrombolysed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. Symptoms persisting to a degree post thrombolysis. PMH: HTN, TIA, hip replacement 2005. </w:t>
            </w: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97" w:type="dxa"/>
            <w:gridSpan w:val="4"/>
            <w:vMerge/>
            <w:tcMar>
              <w:top w:w="28" w:type="dxa"/>
              <w:bottom w:w="28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9740" w:type="dxa"/>
            <w:gridSpan w:val="5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B7DF9" w:rsidRPr="00BE67C6" w:rsidRDefault="00591C95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E67C6">
              <w:rPr>
                <w:rFonts w:ascii="Arial" w:hAnsi="Arial"/>
                <w:b/>
                <w:bCs/>
                <w:sz w:val="18"/>
                <w:szCs w:val="20"/>
              </w:rPr>
              <w:t>Carotid Artery Duplex</w:t>
            </w:r>
          </w:p>
        </w:tc>
      </w:tr>
      <w:tr w:rsidR="009A34D2" w:rsidRPr="00BE67C6" w:rsidTr="00BE67C6">
        <w:trPr>
          <w:gridAfter w:val="1"/>
          <w:wAfter w:w="98" w:type="dxa"/>
          <w:trHeight w:val="7371"/>
        </w:trPr>
        <w:tc>
          <w:tcPr>
            <w:tcW w:w="9740" w:type="dxa"/>
            <w:gridSpan w:val="5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E143F8" w:rsidP="00BE67C6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2578735</wp:posOffset>
                      </wp:positionH>
                      <wp:positionV relativeFrom="paragraph">
                        <wp:posOffset>2879090</wp:posOffset>
                      </wp:positionV>
                      <wp:extent cx="219075" cy="152400"/>
                      <wp:effectExtent l="3175" t="635" r="6350" b="8890"/>
                      <wp:wrapNone/>
                      <wp:docPr id="55" name="Text Box 4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6C5A0D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88" o:spid="_x0000_s1026" type="#_x0000_t202" style="position:absolute;left:0;text-align:left;margin-left:203.05pt;margin-top:226.7pt;width:17.25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6C5A0D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3443605</wp:posOffset>
                      </wp:positionH>
                      <wp:positionV relativeFrom="paragraph">
                        <wp:posOffset>2860675</wp:posOffset>
                      </wp:positionV>
                      <wp:extent cx="219075" cy="152400"/>
                      <wp:effectExtent l="1270" t="1270" r="8255" b="8255"/>
                      <wp:wrapNone/>
                      <wp:docPr id="54" name="Text Box 4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6C5A0D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7" o:spid="_x0000_s1027" type="#_x0000_t202" style="position:absolute;left:0;text-align:left;margin-left:271.15pt;margin-top:225.25pt;width:17.25pt;height:1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6C5A0D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3521075</wp:posOffset>
                      </wp:positionH>
                      <wp:positionV relativeFrom="paragraph">
                        <wp:posOffset>3169285</wp:posOffset>
                      </wp:positionV>
                      <wp:extent cx="159385" cy="624205"/>
                      <wp:effectExtent l="21590" t="43180" r="19050" b="27940"/>
                      <wp:wrapNone/>
                      <wp:docPr id="53" name="Freeform 4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9385" cy="624205"/>
                              </a:xfrm>
                              <a:custGeom>
                                <a:avLst/>
                                <a:gdLst>
                                  <a:gd name="T0" fmla="*/ 221 w 251"/>
                                  <a:gd name="T1" fmla="*/ 0 h 983"/>
                                  <a:gd name="T2" fmla="*/ 247 w 251"/>
                                  <a:gd name="T3" fmla="*/ 365 h 983"/>
                                  <a:gd name="T4" fmla="*/ 251 w 251"/>
                                  <a:gd name="T5" fmla="*/ 585 h 983"/>
                                  <a:gd name="T6" fmla="*/ 115 w 251"/>
                                  <a:gd name="T7" fmla="*/ 850 h 983"/>
                                  <a:gd name="T8" fmla="*/ 0 w 251"/>
                                  <a:gd name="T9" fmla="*/ 983 h 983"/>
                                  <a:gd name="T10" fmla="*/ 221 w 251"/>
                                  <a:gd name="T11" fmla="*/ 0 h 98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251" h="983">
                                    <a:moveTo>
                                      <a:pt x="221" y="0"/>
                                    </a:moveTo>
                                    <a:lnTo>
                                      <a:pt x="247" y="365"/>
                                    </a:lnTo>
                                    <a:lnTo>
                                      <a:pt x="251" y="585"/>
                                    </a:lnTo>
                                    <a:lnTo>
                                      <a:pt x="115" y="850"/>
                                    </a:lnTo>
                                    <a:lnTo>
                                      <a:pt x="0" y="983"/>
                                    </a:lnTo>
                                    <a:lnTo>
                                      <a:pt x="22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BABD43" id="Freeform 490" o:spid="_x0000_s1026" style="position:absolute;margin-left:277.25pt;margin-top:249.55pt;width:12.55pt;height:49.1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1,9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" path="m221,r26,365l251,585,115,850,,983,221,xe" fillcolor="silver">
                      <v:path arrowok="t" o:connecttype="custom" o:connectlocs="140335,0;156845,231775;159385,371475;73025,539750;0,624205;140335,0" o:connectangles="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3764280</wp:posOffset>
                      </wp:positionH>
                      <wp:positionV relativeFrom="paragraph">
                        <wp:posOffset>1644015</wp:posOffset>
                      </wp:positionV>
                      <wp:extent cx="201930" cy="693420"/>
                      <wp:effectExtent l="26670" t="41910" r="19050" b="17145"/>
                      <wp:wrapNone/>
                      <wp:docPr id="52" name="Freeform 4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1930" cy="693420"/>
                              </a:xfrm>
                              <a:custGeom>
                                <a:avLst/>
                                <a:gdLst>
                                  <a:gd name="T0" fmla="*/ 300 w 318"/>
                                  <a:gd name="T1" fmla="*/ 0 h 1092"/>
                                  <a:gd name="T2" fmla="*/ 318 w 318"/>
                                  <a:gd name="T3" fmla="*/ 546 h 1092"/>
                                  <a:gd name="T4" fmla="*/ 294 w 318"/>
                                  <a:gd name="T5" fmla="*/ 756 h 1092"/>
                                  <a:gd name="T6" fmla="*/ 192 w 318"/>
                                  <a:gd name="T7" fmla="*/ 1008 h 1092"/>
                                  <a:gd name="T8" fmla="*/ 96 w 318"/>
                                  <a:gd name="T9" fmla="*/ 1092 h 1092"/>
                                  <a:gd name="T10" fmla="*/ 42 w 318"/>
                                  <a:gd name="T11" fmla="*/ 996 h 1092"/>
                                  <a:gd name="T12" fmla="*/ 0 w 318"/>
                                  <a:gd name="T13" fmla="*/ 492 h 1092"/>
                                  <a:gd name="T14" fmla="*/ 96 w 318"/>
                                  <a:gd name="T15" fmla="*/ 1038 h 1092"/>
                                  <a:gd name="T16" fmla="*/ 108 w 318"/>
                                  <a:gd name="T17" fmla="*/ 978 h 1092"/>
                                  <a:gd name="T18" fmla="*/ 162 w 318"/>
                                  <a:gd name="T19" fmla="*/ 492 h 1092"/>
                                  <a:gd name="T20" fmla="*/ 300 w 318"/>
                                  <a:gd name="T21" fmla="*/ 0 h 109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318" h="1092">
                                    <a:moveTo>
                                      <a:pt x="300" y="0"/>
                                    </a:moveTo>
                                    <a:lnTo>
                                      <a:pt x="318" y="546"/>
                                    </a:lnTo>
                                    <a:lnTo>
                                      <a:pt x="294" y="756"/>
                                    </a:lnTo>
                                    <a:lnTo>
                                      <a:pt x="192" y="1008"/>
                                    </a:lnTo>
                                    <a:lnTo>
                                      <a:pt x="96" y="1092"/>
                                    </a:lnTo>
                                    <a:lnTo>
                                      <a:pt x="42" y="996"/>
                                    </a:lnTo>
                                    <a:lnTo>
                                      <a:pt x="0" y="492"/>
                                    </a:lnTo>
                                    <a:lnTo>
                                      <a:pt x="96" y="1038"/>
                                    </a:lnTo>
                                    <a:lnTo>
                                      <a:pt x="108" y="978"/>
                                    </a:lnTo>
                                    <a:lnTo>
                                      <a:pt x="162" y="492"/>
                                    </a:lnTo>
                                    <a:lnTo>
                                      <a:pt x="30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C80338" id="Freeform 496" o:spid="_x0000_s1026" style="position:absolute;margin-left:296.4pt;margin-top:129.45pt;width:15.9pt;height:54.6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18,10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" path="m300,r18,546l294,756,192,1008r-96,84l42,996,,492r96,546l108,978,162,492,300,xe" fillcolor="#333">
                      <v:path arrowok="t" o:connecttype="custom" o:connectlocs="190500,0;201930,346710;186690,480060;121920,640080;60960,693420;26670,632460;0,312420;60960,659130;68580,621030;102870,312420;190500,0" o:connectangles="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4004310</wp:posOffset>
                      </wp:positionH>
                      <wp:positionV relativeFrom="paragraph">
                        <wp:posOffset>1701165</wp:posOffset>
                      </wp:positionV>
                      <wp:extent cx="175260" cy="826770"/>
                      <wp:effectExtent l="19050" t="22860" r="15240" b="26670"/>
                      <wp:wrapNone/>
                      <wp:docPr id="51" name="Freeform 495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5260" cy="826770"/>
                              </a:xfrm>
                              <a:custGeom>
                                <a:avLst/>
                                <a:gdLst>
                                  <a:gd name="T0" fmla="*/ 168 w 276"/>
                                  <a:gd name="T1" fmla="*/ 1302 h 1302"/>
                                  <a:gd name="T2" fmla="*/ 54 w 276"/>
                                  <a:gd name="T3" fmla="*/ 900 h 1302"/>
                                  <a:gd name="T4" fmla="*/ 0 w 276"/>
                                  <a:gd name="T5" fmla="*/ 552 h 1302"/>
                                  <a:gd name="T6" fmla="*/ 90 w 276"/>
                                  <a:gd name="T7" fmla="*/ 234 h 1302"/>
                                  <a:gd name="T8" fmla="*/ 276 w 276"/>
                                  <a:gd name="T9" fmla="*/ 0 h 1302"/>
                                  <a:gd name="T10" fmla="*/ 270 w 276"/>
                                  <a:gd name="T11" fmla="*/ 540 h 1302"/>
                                  <a:gd name="T12" fmla="*/ 222 w 276"/>
                                  <a:gd name="T13" fmla="*/ 984 h 1302"/>
                                  <a:gd name="T14" fmla="*/ 168 w 276"/>
                                  <a:gd name="T15" fmla="*/ 1302 h 130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276" h="1302">
                                    <a:moveTo>
                                      <a:pt x="168" y="1302"/>
                                    </a:moveTo>
                                    <a:lnTo>
                                      <a:pt x="54" y="900"/>
                                    </a:lnTo>
                                    <a:lnTo>
                                      <a:pt x="0" y="552"/>
                                    </a:lnTo>
                                    <a:lnTo>
                                      <a:pt x="90" y="234"/>
                                    </a:lnTo>
                                    <a:lnTo>
                                      <a:pt x="276" y="0"/>
                                    </a:lnTo>
                                    <a:lnTo>
                                      <a:pt x="270" y="540"/>
                                    </a:lnTo>
                                    <a:lnTo>
                                      <a:pt x="222" y="984"/>
                                    </a:lnTo>
                                    <a:lnTo>
                                      <a:pt x="168" y="1302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99541A" id="Freeform 495" o:spid="_x0000_s1026" alt="Granite" style="position:absolute;margin-left:315.3pt;margin-top:133.95pt;width:13.8pt;height:65.1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76,130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" path="m168,1302l54,900,,552,90,234,276,r-6,540l222,984r-54,318xe">
                      <v:fill r:id="rId7" o:title="Granite" recolor="t" type="tile"/>
                      <v:path arrowok="t" o:connecttype="custom" o:connectlocs="106680,826770;34290,571500;0,350520;57150,148590;175260,0;171450,342900;140970,624840;106680,826770" o:connectangles="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3585210</wp:posOffset>
                      </wp:positionH>
                      <wp:positionV relativeFrom="paragraph">
                        <wp:posOffset>2295525</wp:posOffset>
                      </wp:positionV>
                      <wp:extent cx="186690" cy="232410"/>
                      <wp:effectExtent l="9525" t="7620" r="13335" b="26670"/>
                      <wp:wrapNone/>
                      <wp:docPr id="50" name="Freeform 494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6690" cy="232410"/>
                              </a:xfrm>
                              <a:custGeom>
                                <a:avLst/>
                                <a:gdLst>
                                  <a:gd name="T0" fmla="*/ 0 w 294"/>
                                  <a:gd name="T1" fmla="*/ 0 h 366"/>
                                  <a:gd name="T2" fmla="*/ 156 w 294"/>
                                  <a:gd name="T3" fmla="*/ 12 h 366"/>
                                  <a:gd name="T4" fmla="*/ 246 w 294"/>
                                  <a:gd name="T5" fmla="*/ 42 h 366"/>
                                  <a:gd name="T6" fmla="*/ 294 w 294"/>
                                  <a:gd name="T7" fmla="*/ 156 h 366"/>
                                  <a:gd name="T8" fmla="*/ 240 w 294"/>
                                  <a:gd name="T9" fmla="*/ 366 h 366"/>
                                  <a:gd name="T10" fmla="*/ 192 w 294"/>
                                  <a:gd name="T11" fmla="*/ 138 h 366"/>
                                  <a:gd name="T12" fmla="*/ 132 w 294"/>
                                  <a:gd name="T13" fmla="*/ 48 h 366"/>
                                  <a:gd name="T14" fmla="*/ 60 w 294"/>
                                  <a:gd name="T15" fmla="*/ 12 h 3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294" h="366">
                                    <a:moveTo>
                                      <a:pt x="0" y="0"/>
                                    </a:moveTo>
                                    <a:lnTo>
                                      <a:pt x="156" y="12"/>
                                    </a:lnTo>
                                    <a:lnTo>
                                      <a:pt x="246" y="42"/>
                                    </a:lnTo>
                                    <a:lnTo>
                                      <a:pt x="294" y="156"/>
                                    </a:lnTo>
                                    <a:lnTo>
                                      <a:pt x="240" y="366"/>
                                    </a:lnTo>
                                    <a:lnTo>
                                      <a:pt x="192" y="138"/>
                                    </a:lnTo>
                                    <a:lnTo>
                                      <a:pt x="132" y="48"/>
                                    </a:lnTo>
                                    <a:lnTo>
                                      <a:pt x="60" y="12"/>
                                    </a:lnTo>
                                  </a:path>
                                </a:pathLst>
                              </a:custGeom>
                              <a:blipFill dpi="0" rotWithShape="0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5D93F89A" id="Freeform 494" o:spid="_x0000_s1026" alt="Granite" style="position:absolute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82.3pt,180.75pt,290.1pt,181.35pt,294.6pt,182.85pt,297pt,188.55pt,294.3pt,199.05pt,291.9pt,187.65pt,288.9pt,183.15pt,285.3pt,181.35pt" coordsize="294,36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">
                      <v:fill r:id="rId7" o:title="Granite" recolor="t" type="tile"/>
                      <v:path arrowok="t" o:connecttype="custom" o:connectlocs="0,0;99060,7620;156210,26670;186690,99060;152400,232410;121920,87630;83820,30480;38100,7620" o:connectangles="0,0,0,0,0,0,0,0"/>
                    </v:polylin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2208530</wp:posOffset>
                      </wp:positionH>
                      <wp:positionV relativeFrom="paragraph">
                        <wp:posOffset>1740535</wp:posOffset>
                      </wp:positionV>
                      <wp:extent cx="151130" cy="633730"/>
                      <wp:effectExtent l="13970" t="5080" r="15875" b="18415"/>
                      <wp:wrapNone/>
                      <wp:docPr id="49" name="Freeform 493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1130" cy="633730"/>
                              </a:xfrm>
                              <a:custGeom>
                                <a:avLst/>
                                <a:gdLst>
                                  <a:gd name="T0" fmla="*/ 0 w 238"/>
                                  <a:gd name="T1" fmla="*/ 0 h 998"/>
                                  <a:gd name="T2" fmla="*/ 8 w 238"/>
                                  <a:gd name="T3" fmla="*/ 512 h 998"/>
                                  <a:gd name="T4" fmla="*/ 35 w 238"/>
                                  <a:gd name="T5" fmla="*/ 777 h 998"/>
                                  <a:gd name="T6" fmla="*/ 61 w 238"/>
                                  <a:gd name="T7" fmla="*/ 998 h 998"/>
                                  <a:gd name="T8" fmla="*/ 132 w 238"/>
                                  <a:gd name="T9" fmla="*/ 954 h 998"/>
                                  <a:gd name="T10" fmla="*/ 203 w 238"/>
                                  <a:gd name="T11" fmla="*/ 830 h 998"/>
                                  <a:gd name="T12" fmla="*/ 212 w 238"/>
                                  <a:gd name="T13" fmla="*/ 750 h 998"/>
                                  <a:gd name="T14" fmla="*/ 238 w 238"/>
                                  <a:gd name="T15" fmla="*/ 300 h 998"/>
                                  <a:gd name="T16" fmla="*/ 123 w 238"/>
                                  <a:gd name="T17" fmla="*/ 909 h 998"/>
                                  <a:gd name="T18" fmla="*/ 97 w 238"/>
                                  <a:gd name="T19" fmla="*/ 689 h 998"/>
                                  <a:gd name="T20" fmla="*/ 88 w 238"/>
                                  <a:gd name="T21" fmla="*/ 344 h 998"/>
                                  <a:gd name="T22" fmla="*/ 0 w 238"/>
                                  <a:gd name="T23" fmla="*/ 53 h 99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238" h="998">
                                    <a:moveTo>
                                      <a:pt x="0" y="0"/>
                                    </a:moveTo>
                                    <a:lnTo>
                                      <a:pt x="8" y="512"/>
                                    </a:lnTo>
                                    <a:lnTo>
                                      <a:pt x="35" y="777"/>
                                    </a:lnTo>
                                    <a:lnTo>
                                      <a:pt x="61" y="998"/>
                                    </a:lnTo>
                                    <a:lnTo>
                                      <a:pt x="132" y="954"/>
                                    </a:lnTo>
                                    <a:lnTo>
                                      <a:pt x="203" y="830"/>
                                    </a:lnTo>
                                    <a:lnTo>
                                      <a:pt x="212" y="750"/>
                                    </a:lnTo>
                                    <a:lnTo>
                                      <a:pt x="238" y="300"/>
                                    </a:lnTo>
                                    <a:lnTo>
                                      <a:pt x="123" y="909"/>
                                    </a:lnTo>
                                    <a:lnTo>
                                      <a:pt x="97" y="689"/>
                                    </a:lnTo>
                                    <a:lnTo>
                                      <a:pt x="88" y="344"/>
                                    </a:lnTo>
                                    <a:lnTo>
                                      <a:pt x="0" y="53"/>
                                    </a:lnTo>
                                  </a:path>
                                </a:pathLst>
                              </a:custGeom>
                              <a:blipFill dpi="0" rotWithShape="0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5809AA88" id="Freeform 493" o:spid="_x0000_s1026" alt="Granite" style="position:absolute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73.9pt,137.05pt,174.3pt,162.65pt,175.65pt,175.9pt,176.95pt,186.95pt,180.5pt,184.75pt,184.05pt,178.55pt,184.5pt,174.55pt,185.8pt,152.05pt,180.05pt,182.5pt,178.75pt,171.5pt,178.3pt,154.25pt,173.9pt,139.7pt" coordsize="238,99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">
                      <v:fill r:id="rId7" o:title="Granite" recolor="t" type="tile"/>
                      <v:path arrowok="t" o:connecttype="custom" o:connectlocs="0,0;5080,325120;22225,493395;38735,633730;83820,605790;128905,527050;134620,476250;151130,190500;78105,577215;61595,437515;55880,218440;0,33655" o:connectangles="0,0,0,0,0,0,0,0,0,0,0,0"/>
                    </v:polylin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2326005</wp:posOffset>
                      </wp:positionH>
                      <wp:positionV relativeFrom="paragraph">
                        <wp:posOffset>2284095</wp:posOffset>
                      </wp:positionV>
                      <wp:extent cx="196215" cy="353695"/>
                      <wp:effectExtent l="17145" t="5715" r="24765" b="31115"/>
                      <wp:wrapNone/>
                      <wp:docPr id="48" name="Freeform 491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6215" cy="353695"/>
                              </a:xfrm>
                              <a:custGeom>
                                <a:avLst/>
                                <a:gdLst>
                                  <a:gd name="T0" fmla="*/ 159 w 309"/>
                                  <a:gd name="T1" fmla="*/ 557 h 557"/>
                                  <a:gd name="T2" fmla="*/ 0 w 309"/>
                                  <a:gd name="T3" fmla="*/ 354 h 557"/>
                                  <a:gd name="T4" fmla="*/ 9 w 309"/>
                                  <a:gd name="T5" fmla="*/ 133 h 557"/>
                                  <a:gd name="T6" fmla="*/ 62 w 309"/>
                                  <a:gd name="T7" fmla="*/ 0 h 557"/>
                                  <a:gd name="T8" fmla="*/ 309 w 309"/>
                                  <a:gd name="T9" fmla="*/ 0 h 557"/>
                                  <a:gd name="T10" fmla="*/ 124 w 309"/>
                                  <a:gd name="T11" fmla="*/ 151 h 557"/>
                                  <a:gd name="T12" fmla="*/ 124 w 309"/>
                                  <a:gd name="T13" fmla="*/ 354 h 557"/>
                                  <a:gd name="T14" fmla="*/ 159 w 309"/>
                                  <a:gd name="T15" fmla="*/ 557 h 55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309" h="557">
                                    <a:moveTo>
                                      <a:pt x="159" y="557"/>
                                    </a:moveTo>
                                    <a:lnTo>
                                      <a:pt x="0" y="354"/>
                                    </a:lnTo>
                                    <a:lnTo>
                                      <a:pt x="9" y="133"/>
                                    </a:lnTo>
                                    <a:lnTo>
                                      <a:pt x="62" y="0"/>
                                    </a:lnTo>
                                    <a:lnTo>
                                      <a:pt x="309" y="0"/>
                                    </a:lnTo>
                                    <a:lnTo>
                                      <a:pt x="124" y="151"/>
                                    </a:lnTo>
                                    <a:lnTo>
                                      <a:pt x="124" y="354"/>
                                    </a:lnTo>
                                    <a:lnTo>
                                      <a:pt x="159" y="557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238B06" id="Freeform 491" o:spid="_x0000_s1026" alt="Granite" style="position:absolute;margin-left:183.15pt;margin-top:179.85pt;width:15.45pt;height:27.8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09,55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" path="m159,557l,354,9,133,62,,309,,124,151r,203l159,557xe">
                      <v:fill r:id="rId7" o:title="Granite" recolor="t" type="tile"/>
                      <v:path arrowok="t" o:connecttype="custom" o:connectlocs="100965,353695;0,224790;5715,84455;39370,0;196215,0;78740,95885;78740,224790;100965,353695" o:connectangles="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1938655</wp:posOffset>
                      </wp:positionH>
                      <wp:positionV relativeFrom="paragraph">
                        <wp:posOffset>1757045</wp:posOffset>
                      </wp:positionV>
                      <wp:extent cx="230505" cy="847090"/>
                      <wp:effectExtent l="10795" t="21590" r="15875" b="26670"/>
                      <wp:wrapNone/>
                      <wp:docPr id="47" name="Freeform 492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30505" cy="847090"/>
                              </a:xfrm>
                              <a:custGeom>
                                <a:avLst/>
                                <a:gdLst>
                                  <a:gd name="T0" fmla="*/ 274 w 363"/>
                                  <a:gd name="T1" fmla="*/ 1334 h 1334"/>
                                  <a:gd name="T2" fmla="*/ 363 w 363"/>
                                  <a:gd name="T3" fmla="*/ 989 h 1334"/>
                                  <a:gd name="T4" fmla="*/ 310 w 363"/>
                                  <a:gd name="T5" fmla="*/ 610 h 1334"/>
                                  <a:gd name="T6" fmla="*/ 257 w 363"/>
                                  <a:gd name="T7" fmla="*/ 424 h 1334"/>
                                  <a:gd name="T8" fmla="*/ 62 w 363"/>
                                  <a:gd name="T9" fmla="*/ 0 h 1334"/>
                                  <a:gd name="T10" fmla="*/ 0 w 363"/>
                                  <a:gd name="T11" fmla="*/ 336 h 1334"/>
                                  <a:gd name="T12" fmla="*/ 62 w 363"/>
                                  <a:gd name="T13" fmla="*/ 689 h 1334"/>
                                  <a:gd name="T14" fmla="*/ 274 w 363"/>
                                  <a:gd name="T15" fmla="*/ 1334 h 133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363" h="1334">
                                    <a:moveTo>
                                      <a:pt x="274" y="1334"/>
                                    </a:moveTo>
                                    <a:lnTo>
                                      <a:pt x="363" y="989"/>
                                    </a:lnTo>
                                    <a:lnTo>
                                      <a:pt x="310" y="610"/>
                                    </a:lnTo>
                                    <a:lnTo>
                                      <a:pt x="257" y="424"/>
                                    </a:lnTo>
                                    <a:lnTo>
                                      <a:pt x="62" y="0"/>
                                    </a:lnTo>
                                    <a:lnTo>
                                      <a:pt x="0" y="336"/>
                                    </a:lnTo>
                                    <a:lnTo>
                                      <a:pt x="62" y="689"/>
                                    </a:lnTo>
                                    <a:lnTo>
                                      <a:pt x="274" y="1334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905636" id="Freeform 492" o:spid="_x0000_s1026" alt="Granite" style="position:absolute;margin-left:152.65pt;margin-top:138.35pt;width:18.15pt;height:66.7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,13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" path="m274,1334l363,989,310,610,257,424,62,,,336,62,689r212,645xe">
                      <v:fill r:id="rId7" o:title="Granite" recolor="t" type="tile"/>
                      <v:path arrowok="t" o:connecttype="custom" o:connectlocs="173990,847090;230505,628015;196850,387350;163195,269240;39370,0;0,213360;39370,437515;173990,847090" o:connectangles="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2162810</wp:posOffset>
                      </wp:positionH>
                      <wp:positionV relativeFrom="paragraph">
                        <wp:posOffset>2783840</wp:posOffset>
                      </wp:positionV>
                      <wp:extent cx="280670" cy="1116330"/>
                      <wp:effectExtent l="25400" t="57785" r="27305" b="6985"/>
                      <wp:wrapNone/>
                      <wp:docPr id="46" name="Freeform 4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80670" cy="1116330"/>
                              </a:xfrm>
                              <a:custGeom>
                                <a:avLst/>
                                <a:gdLst>
                                  <a:gd name="T0" fmla="*/ 0 w 442"/>
                                  <a:gd name="T1" fmla="*/ 0 h 1758"/>
                                  <a:gd name="T2" fmla="*/ 133 w 442"/>
                                  <a:gd name="T3" fmla="*/ 274 h 1758"/>
                                  <a:gd name="T4" fmla="*/ 327 w 442"/>
                                  <a:gd name="T5" fmla="*/ 981 h 1758"/>
                                  <a:gd name="T6" fmla="*/ 442 w 442"/>
                                  <a:gd name="T7" fmla="*/ 1758 h 1758"/>
                                  <a:gd name="T8" fmla="*/ 0 w 442"/>
                                  <a:gd name="T9" fmla="*/ 0 h 17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442" h="1758">
                                    <a:moveTo>
                                      <a:pt x="0" y="0"/>
                                    </a:moveTo>
                                    <a:lnTo>
                                      <a:pt x="133" y="274"/>
                                    </a:lnTo>
                                    <a:lnTo>
                                      <a:pt x="327" y="981"/>
                                    </a:lnTo>
                                    <a:lnTo>
                                      <a:pt x="442" y="1758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14272C" id="Freeform 489" o:spid="_x0000_s1026" style="position:absolute;margin-left:170.3pt;margin-top:219.2pt;width:22.1pt;height:87.9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42,17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" path="m,l133,274,327,981r115,777l,xe" fillcolor="silver">
                      <v:path arrowok="t" o:connecttype="custom" o:connectlocs="0,0;84455,173990;207645,622935;280670,1116330;0,0" o:connectangles="0,0,0,0,0"/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2493645</wp:posOffset>
                      </wp:positionH>
                      <wp:positionV relativeFrom="paragraph">
                        <wp:posOffset>1976755</wp:posOffset>
                      </wp:positionV>
                      <wp:extent cx="219075" cy="152400"/>
                      <wp:effectExtent l="3810" t="3175" r="5715" b="6350"/>
                      <wp:wrapNone/>
                      <wp:docPr id="45" name="Text Box 4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6C5A0D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407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5" o:spid="_x0000_s1028" type="#_x0000_t202" style="position:absolute;left:0;text-align:left;margin-left:196.35pt;margin-top:155.65pt;width:17.25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6C5A0D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407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3406140</wp:posOffset>
                      </wp:positionH>
                      <wp:positionV relativeFrom="paragraph">
                        <wp:posOffset>1977390</wp:posOffset>
                      </wp:positionV>
                      <wp:extent cx="219075" cy="152400"/>
                      <wp:effectExtent l="1905" t="3810" r="7620" b="5715"/>
                      <wp:wrapNone/>
                      <wp:docPr id="44" name="Text Box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6C5A0D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205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4" o:spid="_x0000_s1029" type="#_x0000_t202" style="position:absolute;left:0;text-align:left;margin-left:268.2pt;margin-top:155.7pt;width:17.25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6C5A0D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205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1908175</wp:posOffset>
                      </wp:positionV>
                      <wp:extent cx="1332230" cy="220980"/>
                      <wp:effectExtent l="5715" t="1270" r="5080" b="6350"/>
                      <wp:wrapNone/>
                      <wp:docPr id="43" name="Text Box 4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2230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pPr>
                                    <w:jc w:val="right"/>
                                  </w:pPr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6C5A0D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374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6C5A0D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208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2" o:spid="_x0000_s1030" type="#_x0000_t202" style="position:absolute;left:0;text-align:left;margin-left:34.5pt;margin-top:150.25pt;width:104.9pt;height:17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pPr>
                              <w:jc w:val="right"/>
                            </w:pPr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6C5A0D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374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6C5A0D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208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4353560</wp:posOffset>
                      </wp:positionH>
                      <wp:positionV relativeFrom="paragraph">
                        <wp:posOffset>1904365</wp:posOffset>
                      </wp:positionV>
                      <wp:extent cx="1412875" cy="220980"/>
                      <wp:effectExtent l="6350" t="6985" r="0" b="635"/>
                      <wp:wrapNone/>
                      <wp:docPr id="42" name="Text Box 4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2875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6C5A0D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419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6C5A0D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231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3" o:spid="_x0000_s1031" type="#_x0000_t202" style="position:absolute;left:0;text-align:left;margin-left:342.8pt;margin-top:149.95pt;width:111.25pt;height:17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6C5A0D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419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6C5A0D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231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687705</wp:posOffset>
                      </wp:positionH>
                      <wp:positionV relativeFrom="paragraph">
                        <wp:posOffset>-13335</wp:posOffset>
                      </wp:positionV>
                      <wp:extent cx="4838065" cy="4699000"/>
                      <wp:effectExtent l="7620" t="3810" r="2540" b="12065"/>
                      <wp:wrapNone/>
                      <wp:docPr id="8" name="Group 3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838065" cy="4699000"/>
                                <a:chOff x="3255" y="3284"/>
                                <a:chExt cx="6401" cy="6217"/>
                              </a:xfrm>
                            </wpg:grpSpPr>
                            <wps:wsp>
                              <wps:cNvPr id="10" name="Freeform 3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01" y="3307"/>
                                  <a:ext cx="2261" cy="1310"/>
                                </a:xfrm>
                                <a:custGeom>
                                  <a:avLst/>
                                  <a:gdLst>
                                    <a:gd name="T0" fmla="*/ 0 w 1596"/>
                                    <a:gd name="T1" fmla="*/ 424 h 925"/>
                                    <a:gd name="T2" fmla="*/ 471 w 1596"/>
                                    <a:gd name="T3" fmla="*/ 525 h 925"/>
                                    <a:gd name="T4" fmla="*/ 1000 w 1596"/>
                                    <a:gd name="T5" fmla="*/ 776 h 925"/>
                                    <a:gd name="T6" fmla="*/ 1408 w 1596"/>
                                    <a:gd name="T7" fmla="*/ 796 h 925"/>
                                    <a:gd name="T8" fmla="*/ 1596 w 1596"/>
                                    <a:gd name="T9" fmla="*/ 0 h 9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6" h="925">
                                      <a:moveTo>
                                        <a:pt x="0" y="424"/>
                                      </a:moveTo>
                                      <a:cubicBezTo>
                                        <a:pt x="78" y="441"/>
                                        <a:pt x="304" y="466"/>
                                        <a:pt x="471" y="525"/>
                                      </a:cubicBezTo>
                                      <a:cubicBezTo>
                                        <a:pt x="638" y="584"/>
                                        <a:pt x="844" y="731"/>
                                        <a:pt x="1000" y="776"/>
                                      </a:cubicBezTo>
                                      <a:cubicBezTo>
                                        <a:pt x="1154" y="821"/>
                                        <a:pt x="1309" y="925"/>
                                        <a:pt x="1408" y="796"/>
                                      </a:cubicBezTo>
                                      <a:cubicBezTo>
                                        <a:pt x="1507" y="667"/>
                                        <a:pt x="1557" y="166"/>
                                        <a:pt x="159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3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97" y="3543"/>
                                  <a:ext cx="712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3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00" y="4598"/>
                                  <a:ext cx="1537" cy="3526"/>
                                </a:xfrm>
                                <a:custGeom>
                                  <a:avLst/>
                                  <a:gdLst>
                                    <a:gd name="T0" fmla="*/ 348 w 1085"/>
                                    <a:gd name="T1" fmla="*/ 0 h 2489"/>
                                    <a:gd name="T2" fmla="*/ 175 w 1085"/>
                                    <a:gd name="T3" fmla="*/ 297 h 2489"/>
                                    <a:gd name="T4" fmla="*/ 58 w 1085"/>
                                    <a:gd name="T5" fmla="*/ 938 h 2489"/>
                                    <a:gd name="T6" fmla="*/ 113 w 1085"/>
                                    <a:gd name="T7" fmla="*/ 1702 h 2489"/>
                                    <a:gd name="T8" fmla="*/ 733 w 1085"/>
                                    <a:gd name="T9" fmla="*/ 2288 h 2489"/>
                                    <a:gd name="T10" fmla="*/ 1085 w 1085"/>
                                    <a:gd name="T11" fmla="*/ 2489 h 24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85" h="2489">
                                      <a:moveTo>
                                        <a:pt x="348" y="0"/>
                                      </a:moveTo>
                                      <a:cubicBezTo>
                                        <a:pt x="319" y="49"/>
                                        <a:pt x="224" y="141"/>
                                        <a:pt x="175" y="297"/>
                                      </a:cubicBezTo>
                                      <a:cubicBezTo>
                                        <a:pt x="127" y="453"/>
                                        <a:pt x="68" y="704"/>
                                        <a:pt x="58" y="938"/>
                                      </a:cubicBezTo>
                                      <a:cubicBezTo>
                                        <a:pt x="48" y="1171"/>
                                        <a:pt x="0" y="1477"/>
                                        <a:pt x="113" y="1702"/>
                                      </a:cubicBezTo>
                                      <a:cubicBezTo>
                                        <a:pt x="226" y="1928"/>
                                        <a:pt x="571" y="2157"/>
                                        <a:pt x="733" y="2288"/>
                                      </a:cubicBezTo>
                                      <a:cubicBezTo>
                                        <a:pt x="895" y="2419"/>
                                        <a:pt x="1012" y="2447"/>
                                        <a:pt x="1085" y="24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262" y="3940"/>
                                  <a:ext cx="1330" cy="476"/>
                                </a:xfrm>
                                <a:custGeom>
                                  <a:avLst/>
                                  <a:gdLst>
                                    <a:gd name="T0" fmla="*/ 91 w 939"/>
                                    <a:gd name="T1" fmla="*/ 5 h 336"/>
                                    <a:gd name="T2" fmla="*/ 135 w 939"/>
                                    <a:gd name="T3" fmla="*/ 201 h 336"/>
                                    <a:gd name="T4" fmla="*/ 584 w 939"/>
                                    <a:gd name="T5" fmla="*/ 266 h 336"/>
                                    <a:gd name="T6" fmla="*/ 923 w 939"/>
                                    <a:gd name="T7" fmla="*/ 319 h 336"/>
                                    <a:gd name="T8" fmla="*/ 683 w 939"/>
                                    <a:gd name="T9" fmla="*/ 162 h 336"/>
                                    <a:gd name="T10" fmla="*/ 91 w 939"/>
                                    <a:gd name="T11" fmla="*/ 5 h 3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39" h="336">
                                      <a:moveTo>
                                        <a:pt x="91" y="5"/>
                                      </a:moveTo>
                                      <a:cubicBezTo>
                                        <a:pt x="0" y="11"/>
                                        <a:pt x="53" y="158"/>
                                        <a:pt x="135" y="201"/>
                                      </a:cubicBezTo>
                                      <a:cubicBezTo>
                                        <a:pt x="217" y="244"/>
                                        <a:pt x="453" y="246"/>
                                        <a:pt x="584" y="266"/>
                                      </a:cubicBezTo>
                                      <a:cubicBezTo>
                                        <a:pt x="715" y="286"/>
                                        <a:pt x="907" y="336"/>
                                        <a:pt x="923" y="319"/>
                                      </a:cubicBezTo>
                                      <a:cubicBezTo>
                                        <a:pt x="939" y="302"/>
                                        <a:pt x="822" y="214"/>
                                        <a:pt x="683" y="162"/>
                                      </a:cubicBezTo>
                                      <a:cubicBezTo>
                                        <a:pt x="544" y="110"/>
                                        <a:pt x="188" y="0"/>
                                        <a:pt x="9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44" y="4549"/>
                                  <a:ext cx="544" cy="1088"/>
                                </a:xfrm>
                                <a:custGeom>
                                  <a:avLst/>
                                  <a:gdLst>
                                    <a:gd name="T0" fmla="*/ 282 w 301"/>
                                    <a:gd name="T1" fmla="*/ 10 h 719"/>
                                    <a:gd name="T2" fmla="*/ 76 w 301"/>
                                    <a:gd name="T3" fmla="*/ 126 h 719"/>
                                    <a:gd name="T4" fmla="*/ 12 w 301"/>
                                    <a:gd name="T5" fmla="*/ 443 h 719"/>
                                    <a:gd name="T6" fmla="*/ 24 w 301"/>
                                    <a:gd name="T7" fmla="*/ 677 h 719"/>
                                    <a:gd name="T8" fmla="*/ 153 w 301"/>
                                    <a:gd name="T9" fmla="*/ 188 h 719"/>
                                    <a:gd name="T10" fmla="*/ 282 w 301"/>
                                    <a:gd name="T11" fmla="*/ 10 h 7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1" h="719">
                                      <a:moveTo>
                                        <a:pt x="282" y="10"/>
                                      </a:moveTo>
                                      <a:cubicBezTo>
                                        <a:pt x="269" y="0"/>
                                        <a:pt x="121" y="54"/>
                                        <a:pt x="76" y="126"/>
                                      </a:cubicBezTo>
                                      <a:cubicBezTo>
                                        <a:pt x="31" y="198"/>
                                        <a:pt x="21" y="351"/>
                                        <a:pt x="12" y="443"/>
                                      </a:cubicBezTo>
                                      <a:cubicBezTo>
                                        <a:pt x="3" y="535"/>
                                        <a:pt x="0" y="719"/>
                                        <a:pt x="24" y="677"/>
                                      </a:cubicBezTo>
                                      <a:cubicBezTo>
                                        <a:pt x="48" y="635"/>
                                        <a:pt x="110" y="299"/>
                                        <a:pt x="153" y="188"/>
                                      </a:cubicBezTo>
                                      <a:cubicBezTo>
                                        <a:pt x="196" y="77"/>
                                        <a:pt x="301" y="10"/>
                                        <a:pt x="282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32" y="7566"/>
                                  <a:ext cx="439" cy="1334"/>
                                </a:xfrm>
                                <a:custGeom>
                                  <a:avLst/>
                                  <a:gdLst>
                                    <a:gd name="T0" fmla="*/ 206 w 250"/>
                                    <a:gd name="T1" fmla="*/ 6 h 882"/>
                                    <a:gd name="T2" fmla="*/ 242 w 250"/>
                                    <a:gd name="T3" fmla="*/ 294 h 882"/>
                                    <a:gd name="T4" fmla="*/ 158 w 250"/>
                                    <a:gd name="T5" fmla="*/ 654 h 882"/>
                                    <a:gd name="T6" fmla="*/ 14 w 250"/>
                                    <a:gd name="T7" fmla="*/ 870 h 882"/>
                                    <a:gd name="T8" fmla="*/ 74 w 250"/>
                                    <a:gd name="T9" fmla="*/ 582 h 882"/>
                                    <a:gd name="T10" fmla="*/ 158 w 250"/>
                                    <a:gd name="T11" fmla="*/ 330 h 882"/>
                                    <a:gd name="T12" fmla="*/ 206 w 250"/>
                                    <a:gd name="T13" fmla="*/ 6 h 8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50" h="882">
                                      <a:moveTo>
                                        <a:pt x="206" y="6"/>
                                      </a:moveTo>
                                      <a:cubicBezTo>
                                        <a:pt x="220" y="0"/>
                                        <a:pt x="250" y="186"/>
                                        <a:pt x="242" y="294"/>
                                      </a:cubicBezTo>
                                      <a:cubicBezTo>
                                        <a:pt x="234" y="402"/>
                                        <a:pt x="196" y="558"/>
                                        <a:pt x="158" y="654"/>
                                      </a:cubicBezTo>
                                      <a:cubicBezTo>
                                        <a:pt x="120" y="750"/>
                                        <a:pt x="28" y="882"/>
                                        <a:pt x="14" y="870"/>
                                      </a:cubicBezTo>
                                      <a:cubicBezTo>
                                        <a:pt x="0" y="858"/>
                                        <a:pt x="50" y="672"/>
                                        <a:pt x="74" y="582"/>
                                      </a:cubicBezTo>
                                      <a:cubicBezTo>
                                        <a:pt x="98" y="492"/>
                                        <a:pt x="132" y="428"/>
                                        <a:pt x="158" y="330"/>
                                      </a:cubicBezTo>
                                      <a:cubicBezTo>
                                        <a:pt x="184" y="232"/>
                                        <a:pt x="192" y="12"/>
                                        <a:pt x="206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50" y="8073"/>
                                  <a:ext cx="2306" cy="666"/>
                                </a:xfrm>
                                <a:custGeom>
                                  <a:avLst/>
                                  <a:gdLst>
                                    <a:gd name="T0" fmla="*/ 73 w 1628"/>
                                    <a:gd name="T1" fmla="*/ 184 h 470"/>
                                    <a:gd name="T2" fmla="*/ 290 w 1628"/>
                                    <a:gd name="T3" fmla="*/ 7 h 470"/>
                                    <a:gd name="T4" fmla="*/ 544 w 1628"/>
                                    <a:gd name="T5" fmla="*/ 136 h 470"/>
                                    <a:gd name="T6" fmla="*/ 1126 w 1628"/>
                                    <a:gd name="T7" fmla="*/ 251 h 470"/>
                                    <a:gd name="T8" fmla="*/ 1507 w 1628"/>
                                    <a:gd name="T9" fmla="*/ 245 h 470"/>
                                    <a:gd name="T10" fmla="*/ 1502 w 1628"/>
                                    <a:gd name="T11" fmla="*/ 287 h 470"/>
                                    <a:gd name="T12" fmla="*/ 752 w 1628"/>
                                    <a:gd name="T13" fmla="*/ 341 h 470"/>
                                    <a:gd name="T14" fmla="*/ 187 w 1628"/>
                                    <a:gd name="T15" fmla="*/ 405 h 470"/>
                                    <a:gd name="T16" fmla="*/ 19 w 1628"/>
                                    <a:gd name="T17" fmla="*/ 434 h 470"/>
                                    <a:gd name="T18" fmla="*/ 73 w 1628"/>
                                    <a:gd name="T19" fmla="*/ 184 h 4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1628" h="470">
                                      <a:moveTo>
                                        <a:pt x="73" y="184"/>
                                      </a:moveTo>
                                      <a:cubicBezTo>
                                        <a:pt x="118" y="113"/>
                                        <a:pt x="212" y="15"/>
                                        <a:pt x="290" y="7"/>
                                      </a:cubicBezTo>
                                      <a:cubicBezTo>
                                        <a:pt x="368" y="0"/>
                                        <a:pt x="405" y="95"/>
                                        <a:pt x="544" y="136"/>
                                      </a:cubicBezTo>
                                      <a:cubicBezTo>
                                        <a:pt x="683" y="176"/>
                                        <a:pt x="966" y="233"/>
                                        <a:pt x="1126" y="251"/>
                                      </a:cubicBezTo>
                                      <a:cubicBezTo>
                                        <a:pt x="1286" y="269"/>
                                        <a:pt x="1444" y="239"/>
                                        <a:pt x="1507" y="245"/>
                                      </a:cubicBezTo>
                                      <a:cubicBezTo>
                                        <a:pt x="1570" y="251"/>
                                        <a:pt x="1628" y="271"/>
                                        <a:pt x="1502" y="287"/>
                                      </a:cubicBezTo>
                                      <a:cubicBezTo>
                                        <a:pt x="1376" y="303"/>
                                        <a:pt x="971" y="321"/>
                                        <a:pt x="752" y="341"/>
                                      </a:cubicBezTo>
                                      <a:cubicBezTo>
                                        <a:pt x="533" y="361"/>
                                        <a:pt x="309" y="389"/>
                                        <a:pt x="187" y="405"/>
                                      </a:cubicBezTo>
                                      <a:cubicBezTo>
                                        <a:pt x="64" y="421"/>
                                        <a:pt x="38" y="470"/>
                                        <a:pt x="19" y="434"/>
                                      </a:cubicBezTo>
                                      <a:cubicBezTo>
                                        <a:pt x="0" y="397"/>
                                        <a:pt x="28" y="254"/>
                                        <a:pt x="73" y="18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06" y="3917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11" y="3611"/>
                                  <a:ext cx="340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47" y="3314"/>
                                  <a:ext cx="2254" cy="1300"/>
                                </a:xfrm>
                                <a:custGeom>
                                  <a:avLst/>
                                  <a:gdLst>
                                    <a:gd name="T0" fmla="*/ 1591 w 1591"/>
                                    <a:gd name="T1" fmla="*/ 419 h 918"/>
                                    <a:gd name="T2" fmla="*/ 1126 w 1591"/>
                                    <a:gd name="T3" fmla="*/ 519 h 918"/>
                                    <a:gd name="T4" fmla="*/ 599 w 1591"/>
                                    <a:gd name="T5" fmla="*/ 770 h 918"/>
                                    <a:gd name="T6" fmla="*/ 190 w 1591"/>
                                    <a:gd name="T7" fmla="*/ 790 h 918"/>
                                    <a:gd name="T8" fmla="*/ 0 w 1591"/>
                                    <a:gd name="T9" fmla="*/ 0 h 9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1" h="918">
                                      <a:moveTo>
                                        <a:pt x="1591" y="419"/>
                                      </a:moveTo>
                                      <a:cubicBezTo>
                                        <a:pt x="1513" y="435"/>
                                        <a:pt x="1291" y="460"/>
                                        <a:pt x="1126" y="519"/>
                                      </a:cubicBezTo>
                                      <a:cubicBezTo>
                                        <a:pt x="961" y="578"/>
                                        <a:pt x="753" y="725"/>
                                        <a:pt x="599" y="770"/>
                                      </a:cubicBezTo>
                                      <a:cubicBezTo>
                                        <a:pt x="443" y="815"/>
                                        <a:pt x="290" y="918"/>
                                        <a:pt x="190" y="790"/>
                                      </a:cubicBezTo>
                                      <a:cubicBezTo>
                                        <a:pt x="90" y="662"/>
                                        <a:pt x="40" y="1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1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04" y="3542"/>
                                  <a:ext cx="713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20" y="4596"/>
                                  <a:ext cx="1470" cy="3474"/>
                                </a:xfrm>
                                <a:custGeom>
                                  <a:avLst/>
                                  <a:gdLst>
                                    <a:gd name="T0" fmla="*/ 690 w 1038"/>
                                    <a:gd name="T1" fmla="*/ 0 h 2453"/>
                                    <a:gd name="T2" fmla="*/ 863 w 1038"/>
                                    <a:gd name="T3" fmla="*/ 297 h 2453"/>
                                    <a:gd name="T4" fmla="*/ 980 w 1038"/>
                                    <a:gd name="T5" fmla="*/ 938 h 2453"/>
                                    <a:gd name="T6" fmla="*/ 925 w 1038"/>
                                    <a:gd name="T7" fmla="*/ 1703 h 2453"/>
                                    <a:gd name="T8" fmla="*/ 305 w 1038"/>
                                    <a:gd name="T9" fmla="*/ 2289 h 2453"/>
                                    <a:gd name="T10" fmla="*/ 0 w 1038"/>
                                    <a:gd name="T11" fmla="*/ 2453 h 24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38" h="2453">
                                      <a:moveTo>
                                        <a:pt x="690" y="0"/>
                                      </a:moveTo>
                                      <a:cubicBezTo>
                                        <a:pt x="719" y="49"/>
                                        <a:pt x="814" y="141"/>
                                        <a:pt x="863" y="297"/>
                                      </a:cubicBezTo>
                                      <a:cubicBezTo>
                                        <a:pt x="911" y="453"/>
                                        <a:pt x="970" y="704"/>
                                        <a:pt x="980" y="938"/>
                                      </a:cubicBezTo>
                                      <a:cubicBezTo>
                                        <a:pt x="990" y="1172"/>
                                        <a:pt x="1038" y="1477"/>
                                        <a:pt x="925" y="1703"/>
                                      </a:cubicBezTo>
                                      <a:cubicBezTo>
                                        <a:pt x="812" y="1928"/>
                                        <a:pt x="459" y="2164"/>
                                        <a:pt x="305" y="2289"/>
                                      </a:cubicBezTo>
                                      <a:cubicBezTo>
                                        <a:pt x="151" y="2414"/>
                                        <a:pt x="64" y="2419"/>
                                        <a:pt x="0" y="24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32" y="3950"/>
                                  <a:ext cx="1291" cy="486"/>
                                </a:xfrm>
                                <a:custGeom>
                                  <a:avLst/>
                                  <a:gdLst>
                                    <a:gd name="T0" fmla="*/ 816 w 911"/>
                                    <a:gd name="T1" fmla="*/ 0 h 343"/>
                                    <a:gd name="T2" fmla="*/ 826 w 911"/>
                                    <a:gd name="T3" fmla="*/ 182 h 343"/>
                                    <a:gd name="T4" fmla="*/ 368 w 911"/>
                                    <a:gd name="T5" fmla="*/ 256 h 343"/>
                                    <a:gd name="T6" fmla="*/ 18 w 911"/>
                                    <a:gd name="T7" fmla="*/ 324 h 343"/>
                                    <a:gd name="T8" fmla="*/ 258 w 911"/>
                                    <a:gd name="T9" fmla="*/ 141 h 343"/>
                                    <a:gd name="T10" fmla="*/ 816 w 911"/>
                                    <a:gd name="T11" fmla="*/ 0 h 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11" h="343">
                                      <a:moveTo>
                                        <a:pt x="816" y="0"/>
                                      </a:moveTo>
                                      <a:cubicBezTo>
                                        <a:pt x="911" y="7"/>
                                        <a:pt x="901" y="139"/>
                                        <a:pt x="826" y="182"/>
                                      </a:cubicBezTo>
                                      <a:cubicBezTo>
                                        <a:pt x="751" y="225"/>
                                        <a:pt x="503" y="232"/>
                                        <a:pt x="368" y="256"/>
                                      </a:cubicBezTo>
                                      <a:cubicBezTo>
                                        <a:pt x="233" y="280"/>
                                        <a:pt x="36" y="343"/>
                                        <a:pt x="18" y="324"/>
                                      </a:cubicBezTo>
                                      <a:cubicBezTo>
                                        <a:pt x="0" y="305"/>
                                        <a:pt x="125" y="195"/>
                                        <a:pt x="258" y="141"/>
                                      </a:cubicBezTo>
                                      <a:cubicBezTo>
                                        <a:pt x="391" y="87"/>
                                        <a:pt x="700" y="30"/>
                                        <a:pt x="81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24" y="4547"/>
                                  <a:ext cx="529" cy="976"/>
                                </a:xfrm>
                                <a:custGeom>
                                  <a:avLst/>
                                  <a:gdLst>
                                    <a:gd name="T0" fmla="*/ 19 w 293"/>
                                    <a:gd name="T1" fmla="*/ 10 h 645"/>
                                    <a:gd name="T2" fmla="*/ 225 w 293"/>
                                    <a:gd name="T3" fmla="*/ 126 h 645"/>
                                    <a:gd name="T4" fmla="*/ 283 w 293"/>
                                    <a:gd name="T5" fmla="*/ 384 h 645"/>
                                    <a:gd name="T6" fmla="*/ 271 w 293"/>
                                    <a:gd name="T7" fmla="*/ 612 h 645"/>
                                    <a:gd name="T8" fmla="*/ 148 w 293"/>
                                    <a:gd name="T9" fmla="*/ 188 h 645"/>
                                    <a:gd name="T10" fmla="*/ 19 w 293"/>
                                    <a:gd name="T11" fmla="*/ 10 h 6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3" h="645">
                                      <a:moveTo>
                                        <a:pt x="19" y="10"/>
                                      </a:moveTo>
                                      <a:cubicBezTo>
                                        <a:pt x="32" y="0"/>
                                        <a:pt x="181" y="64"/>
                                        <a:pt x="225" y="126"/>
                                      </a:cubicBezTo>
                                      <a:cubicBezTo>
                                        <a:pt x="269" y="188"/>
                                        <a:pt x="275" y="303"/>
                                        <a:pt x="283" y="384"/>
                                      </a:cubicBezTo>
                                      <a:cubicBezTo>
                                        <a:pt x="291" y="465"/>
                                        <a:pt x="293" y="645"/>
                                        <a:pt x="271" y="612"/>
                                      </a:cubicBezTo>
                                      <a:cubicBezTo>
                                        <a:pt x="249" y="579"/>
                                        <a:pt x="190" y="288"/>
                                        <a:pt x="148" y="188"/>
                                      </a:cubicBezTo>
                                      <a:cubicBezTo>
                                        <a:pt x="106" y="88"/>
                                        <a:pt x="0" y="10"/>
                                        <a:pt x="19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55" y="8048"/>
                                  <a:ext cx="2278" cy="538"/>
                                </a:xfrm>
                                <a:custGeom>
                                  <a:avLst/>
                                  <a:gdLst>
                                    <a:gd name="T0" fmla="*/ 1608 w 1608"/>
                                    <a:gd name="T1" fmla="*/ 298 h 380"/>
                                    <a:gd name="T2" fmla="*/ 1267 w 1608"/>
                                    <a:gd name="T3" fmla="*/ 25 h 380"/>
                                    <a:gd name="T4" fmla="*/ 1013 w 1608"/>
                                    <a:gd name="T5" fmla="*/ 153 h 380"/>
                                    <a:gd name="T6" fmla="*/ 432 w 1608"/>
                                    <a:gd name="T7" fmla="*/ 268 h 380"/>
                                    <a:gd name="T8" fmla="*/ 46 w 1608"/>
                                    <a:gd name="T9" fmla="*/ 261 h 380"/>
                                    <a:gd name="T10" fmla="*/ 155 w 1608"/>
                                    <a:gd name="T11" fmla="*/ 325 h 380"/>
                                    <a:gd name="T12" fmla="*/ 413 w 1608"/>
                                    <a:gd name="T13" fmla="*/ 330 h 380"/>
                                    <a:gd name="T14" fmla="*/ 803 w 1608"/>
                                    <a:gd name="T15" fmla="*/ 298 h 380"/>
                                    <a:gd name="T16" fmla="*/ 1378 w 1608"/>
                                    <a:gd name="T17" fmla="*/ 368 h 380"/>
                                    <a:gd name="T18" fmla="*/ 1562 w 1608"/>
                                    <a:gd name="T19" fmla="*/ 368 h 380"/>
                                    <a:gd name="T20" fmla="*/ 1608 w 1608"/>
                                    <a:gd name="T21" fmla="*/ 298 h 3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1608" h="380">
                                      <a:moveTo>
                                        <a:pt x="1608" y="298"/>
                                      </a:moveTo>
                                      <a:cubicBezTo>
                                        <a:pt x="1526" y="227"/>
                                        <a:pt x="1367" y="49"/>
                                        <a:pt x="1267" y="25"/>
                                      </a:cubicBezTo>
                                      <a:cubicBezTo>
                                        <a:pt x="1167" y="0"/>
                                        <a:pt x="1152" y="112"/>
                                        <a:pt x="1013" y="153"/>
                                      </a:cubicBezTo>
                                      <a:cubicBezTo>
                                        <a:pt x="875" y="193"/>
                                        <a:pt x="593" y="250"/>
                                        <a:pt x="432" y="268"/>
                                      </a:cubicBezTo>
                                      <a:cubicBezTo>
                                        <a:pt x="271" y="286"/>
                                        <a:pt x="92" y="252"/>
                                        <a:pt x="46" y="261"/>
                                      </a:cubicBezTo>
                                      <a:cubicBezTo>
                                        <a:pt x="0" y="270"/>
                                        <a:pt x="94" y="314"/>
                                        <a:pt x="155" y="325"/>
                                      </a:cubicBezTo>
                                      <a:cubicBezTo>
                                        <a:pt x="216" y="336"/>
                                        <a:pt x="305" y="335"/>
                                        <a:pt x="413" y="330"/>
                                      </a:cubicBezTo>
                                      <a:cubicBezTo>
                                        <a:pt x="521" y="325"/>
                                        <a:pt x="643" y="291"/>
                                        <a:pt x="803" y="298"/>
                                      </a:cubicBezTo>
                                      <a:cubicBezTo>
                                        <a:pt x="964" y="304"/>
                                        <a:pt x="1252" y="357"/>
                                        <a:pt x="1378" y="368"/>
                                      </a:cubicBezTo>
                                      <a:cubicBezTo>
                                        <a:pt x="1505" y="380"/>
                                        <a:pt x="1524" y="380"/>
                                        <a:pt x="1562" y="368"/>
                                      </a:cubicBezTo>
                                      <a:cubicBezTo>
                                        <a:pt x="1600" y="357"/>
                                        <a:pt x="1598" y="313"/>
                                        <a:pt x="1608" y="29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2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044" y="3916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2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61" y="3610"/>
                                  <a:ext cx="341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86" y="3294"/>
                                  <a:ext cx="885" cy="1470"/>
                                </a:xfrm>
                                <a:custGeom>
                                  <a:avLst/>
                                  <a:gdLst>
                                    <a:gd name="T0" fmla="*/ 68 w 625"/>
                                    <a:gd name="T1" fmla="*/ 0 h 1038"/>
                                    <a:gd name="T2" fmla="*/ 19 w 625"/>
                                    <a:gd name="T3" fmla="*/ 302 h 1038"/>
                                    <a:gd name="T4" fmla="*/ 185 w 625"/>
                                    <a:gd name="T5" fmla="*/ 917 h 1038"/>
                                    <a:gd name="T6" fmla="*/ 479 w 625"/>
                                    <a:gd name="T7" fmla="*/ 1025 h 1038"/>
                                    <a:gd name="T8" fmla="*/ 623 w 625"/>
                                    <a:gd name="T9" fmla="*/ 930 h 1038"/>
                                    <a:gd name="T10" fmla="*/ 473 w 625"/>
                                    <a:gd name="T11" fmla="*/ 971 h 1038"/>
                                    <a:gd name="T12" fmla="*/ 234 w 625"/>
                                    <a:gd name="T13" fmla="*/ 892 h 1038"/>
                                    <a:gd name="T14" fmla="*/ 148 w 625"/>
                                    <a:gd name="T15" fmla="*/ 602 h 1038"/>
                                    <a:gd name="T16" fmla="*/ 166 w 625"/>
                                    <a:gd name="T17" fmla="*/ 284 h 1038"/>
                                    <a:gd name="T18" fmla="*/ 304 w 625"/>
                                    <a:gd name="T19" fmla="*/ 161 h 1038"/>
                                    <a:gd name="T20" fmla="*/ 473 w 625"/>
                                    <a:gd name="T21" fmla="*/ 287 h 1038"/>
                                    <a:gd name="T22" fmla="*/ 442 w 625"/>
                                    <a:gd name="T23" fmla="*/ 3 h 10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25" h="1038">
                                      <a:moveTo>
                                        <a:pt x="68" y="0"/>
                                      </a:moveTo>
                                      <a:cubicBezTo>
                                        <a:pt x="60" y="51"/>
                                        <a:pt x="0" y="149"/>
                                        <a:pt x="19" y="302"/>
                                      </a:cubicBezTo>
                                      <a:cubicBezTo>
                                        <a:pt x="38" y="455"/>
                                        <a:pt x="109" y="797"/>
                                        <a:pt x="185" y="917"/>
                                      </a:cubicBezTo>
                                      <a:cubicBezTo>
                                        <a:pt x="262" y="1038"/>
                                        <a:pt x="406" y="1023"/>
                                        <a:pt x="479" y="1025"/>
                                      </a:cubicBezTo>
                                      <a:cubicBezTo>
                                        <a:pt x="552" y="1027"/>
                                        <a:pt x="625" y="939"/>
                                        <a:pt x="623" y="930"/>
                                      </a:cubicBezTo>
                                      <a:cubicBezTo>
                                        <a:pt x="622" y="922"/>
                                        <a:pt x="538" y="977"/>
                                        <a:pt x="473" y="971"/>
                                      </a:cubicBezTo>
                                      <a:cubicBezTo>
                                        <a:pt x="407" y="964"/>
                                        <a:pt x="287" y="954"/>
                                        <a:pt x="234" y="892"/>
                                      </a:cubicBezTo>
                                      <a:cubicBezTo>
                                        <a:pt x="180" y="830"/>
                                        <a:pt x="160" y="704"/>
                                        <a:pt x="148" y="602"/>
                                      </a:cubicBezTo>
                                      <a:cubicBezTo>
                                        <a:pt x="137" y="501"/>
                                        <a:pt x="140" y="358"/>
                                        <a:pt x="166" y="284"/>
                                      </a:cubicBezTo>
                                      <a:cubicBezTo>
                                        <a:pt x="192" y="210"/>
                                        <a:pt x="253" y="161"/>
                                        <a:pt x="304" y="161"/>
                                      </a:cubicBezTo>
                                      <a:cubicBezTo>
                                        <a:pt x="355" y="161"/>
                                        <a:pt x="450" y="313"/>
                                        <a:pt x="473" y="287"/>
                                      </a:cubicBezTo>
                                      <a:cubicBezTo>
                                        <a:pt x="496" y="261"/>
                                        <a:pt x="448" y="62"/>
                                        <a:pt x="442" y="3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52" y="3294"/>
                                  <a:ext cx="860" cy="1459"/>
                                </a:xfrm>
                                <a:custGeom>
                                  <a:avLst/>
                                  <a:gdLst>
                                    <a:gd name="T0" fmla="*/ 544 w 607"/>
                                    <a:gd name="T1" fmla="*/ 0 h 1030"/>
                                    <a:gd name="T2" fmla="*/ 589 w 607"/>
                                    <a:gd name="T3" fmla="*/ 349 h 1030"/>
                                    <a:gd name="T4" fmla="*/ 438 w 607"/>
                                    <a:gd name="T5" fmla="*/ 917 h 1030"/>
                                    <a:gd name="T6" fmla="*/ 145 w 607"/>
                                    <a:gd name="T7" fmla="*/ 1025 h 1030"/>
                                    <a:gd name="T8" fmla="*/ 1 w 607"/>
                                    <a:gd name="T9" fmla="*/ 930 h 1030"/>
                                    <a:gd name="T10" fmla="*/ 151 w 607"/>
                                    <a:gd name="T11" fmla="*/ 971 h 1030"/>
                                    <a:gd name="T12" fmla="*/ 390 w 607"/>
                                    <a:gd name="T13" fmla="*/ 892 h 1030"/>
                                    <a:gd name="T14" fmla="*/ 475 w 607"/>
                                    <a:gd name="T15" fmla="*/ 602 h 1030"/>
                                    <a:gd name="T16" fmla="*/ 457 w 607"/>
                                    <a:gd name="T17" fmla="*/ 284 h 1030"/>
                                    <a:gd name="T18" fmla="*/ 320 w 607"/>
                                    <a:gd name="T19" fmla="*/ 161 h 1030"/>
                                    <a:gd name="T20" fmla="*/ 151 w 607"/>
                                    <a:gd name="T21" fmla="*/ 287 h 1030"/>
                                    <a:gd name="T22" fmla="*/ 178 w 607"/>
                                    <a:gd name="T23" fmla="*/ 9 h 10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07" h="1030">
                                      <a:moveTo>
                                        <a:pt x="544" y="0"/>
                                      </a:moveTo>
                                      <a:cubicBezTo>
                                        <a:pt x="551" y="58"/>
                                        <a:pt x="607" y="196"/>
                                        <a:pt x="589" y="349"/>
                                      </a:cubicBezTo>
                                      <a:cubicBezTo>
                                        <a:pt x="571" y="502"/>
                                        <a:pt x="512" y="804"/>
                                        <a:pt x="438" y="917"/>
                                      </a:cubicBezTo>
                                      <a:cubicBezTo>
                                        <a:pt x="364" y="1030"/>
                                        <a:pt x="218" y="1023"/>
                                        <a:pt x="145" y="1025"/>
                                      </a:cubicBezTo>
                                      <a:cubicBezTo>
                                        <a:pt x="72" y="1027"/>
                                        <a:pt x="0" y="939"/>
                                        <a:pt x="1" y="930"/>
                                      </a:cubicBezTo>
                                      <a:cubicBezTo>
                                        <a:pt x="2" y="922"/>
                                        <a:pt x="86" y="977"/>
                                        <a:pt x="151" y="971"/>
                                      </a:cubicBezTo>
                                      <a:cubicBezTo>
                                        <a:pt x="216" y="964"/>
                                        <a:pt x="336" y="954"/>
                                        <a:pt x="390" y="892"/>
                                      </a:cubicBezTo>
                                      <a:cubicBezTo>
                                        <a:pt x="443" y="830"/>
                                        <a:pt x="464" y="704"/>
                                        <a:pt x="475" y="602"/>
                                      </a:cubicBezTo>
                                      <a:cubicBezTo>
                                        <a:pt x="487" y="501"/>
                                        <a:pt x="483" y="358"/>
                                        <a:pt x="457" y="284"/>
                                      </a:cubicBezTo>
                                      <a:cubicBezTo>
                                        <a:pt x="432" y="210"/>
                                        <a:pt x="371" y="161"/>
                                        <a:pt x="320" y="161"/>
                                      </a:cubicBezTo>
                                      <a:cubicBezTo>
                                        <a:pt x="269" y="161"/>
                                        <a:pt x="175" y="312"/>
                                        <a:pt x="151" y="287"/>
                                      </a:cubicBezTo>
                                      <a:cubicBezTo>
                                        <a:pt x="127" y="262"/>
                                        <a:pt x="173" y="67"/>
                                        <a:pt x="178" y="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68" y="3284"/>
                                  <a:ext cx="377" cy="221"/>
                                </a:xfrm>
                                <a:custGeom>
                                  <a:avLst/>
                                  <a:gdLst>
                                    <a:gd name="T0" fmla="*/ 10 w 266"/>
                                    <a:gd name="T1" fmla="*/ 154 h 156"/>
                                    <a:gd name="T2" fmla="*/ 176 w 266"/>
                                    <a:gd name="T3" fmla="*/ 20 h 156"/>
                                    <a:gd name="T4" fmla="*/ 238 w 266"/>
                                    <a:gd name="T5" fmla="*/ 31 h 156"/>
                                    <a:gd name="T6" fmla="*/ 10 w 266"/>
                                    <a:gd name="T7" fmla="*/ 154 h 1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66" h="156">
                                      <a:moveTo>
                                        <a:pt x="10" y="154"/>
                                      </a:moveTo>
                                      <a:cubicBezTo>
                                        <a:pt x="0" y="152"/>
                                        <a:pt x="138" y="40"/>
                                        <a:pt x="176" y="20"/>
                                      </a:cubicBezTo>
                                      <a:cubicBezTo>
                                        <a:pt x="214" y="0"/>
                                        <a:pt x="266" y="9"/>
                                        <a:pt x="238" y="31"/>
                                      </a:cubicBezTo>
                                      <a:cubicBezTo>
                                        <a:pt x="210" y="53"/>
                                        <a:pt x="20" y="156"/>
                                        <a:pt x="10" y="1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3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8730"/>
                                  <a:ext cx="2460" cy="767"/>
                                </a:xfrm>
                                <a:custGeom>
                                  <a:avLst/>
                                  <a:gdLst>
                                    <a:gd name="T0" fmla="*/ 2460 w 2460"/>
                                    <a:gd name="T1" fmla="*/ 767 h 767"/>
                                    <a:gd name="T2" fmla="*/ 2092 w 2460"/>
                                    <a:gd name="T3" fmla="*/ 287 h 767"/>
                                    <a:gd name="T4" fmla="*/ 1336 w 2460"/>
                                    <a:gd name="T5" fmla="*/ 30 h 767"/>
                                    <a:gd name="T6" fmla="*/ 545 w 2460"/>
                                    <a:gd name="T7" fmla="*/ 107 h 767"/>
                                    <a:gd name="T8" fmla="*/ 0 w 2460"/>
                                    <a:gd name="T9" fmla="*/ 363 h 7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460" h="767">
                                      <a:moveTo>
                                        <a:pt x="2460" y="767"/>
                                      </a:moveTo>
                                      <a:cubicBezTo>
                                        <a:pt x="2399" y="687"/>
                                        <a:pt x="2279" y="410"/>
                                        <a:pt x="2092" y="287"/>
                                      </a:cubicBezTo>
                                      <a:cubicBezTo>
                                        <a:pt x="1905" y="164"/>
                                        <a:pt x="1594" y="60"/>
                                        <a:pt x="1336" y="30"/>
                                      </a:cubicBezTo>
                                      <a:cubicBezTo>
                                        <a:pt x="1078" y="0"/>
                                        <a:pt x="768" y="51"/>
                                        <a:pt x="545" y="107"/>
                                      </a:cubicBezTo>
                                      <a:cubicBezTo>
                                        <a:pt x="323" y="162"/>
                                        <a:pt x="113" y="309"/>
                                        <a:pt x="0" y="36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3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905" y="4412"/>
                                  <a:ext cx="688" cy="4347"/>
                                </a:xfrm>
                                <a:custGeom>
                                  <a:avLst/>
                                  <a:gdLst>
                                    <a:gd name="T0" fmla="*/ 421 w 688"/>
                                    <a:gd name="T1" fmla="*/ 3084 h 4347"/>
                                    <a:gd name="T2" fmla="*/ 293 w 688"/>
                                    <a:gd name="T3" fmla="*/ 3509 h 4347"/>
                                    <a:gd name="T4" fmla="*/ 208 w 688"/>
                                    <a:gd name="T5" fmla="*/ 3977 h 4347"/>
                                    <a:gd name="T6" fmla="*/ 268 w 688"/>
                                    <a:gd name="T7" fmla="*/ 4138 h 4347"/>
                                    <a:gd name="T8" fmla="*/ 565 w 688"/>
                                    <a:gd name="T9" fmla="*/ 4294 h 4347"/>
                                    <a:gd name="T10" fmla="*/ 685 w 688"/>
                                    <a:gd name="T11" fmla="*/ 4247 h 4347"/>
                                    <a:gd name="T12" fmla="*/ 585 w 688"/>
                                    <a:gd name="T13" fmla="*/ 3693 h 4347"/>
                                    <a:gd name="T14" fmla="*/ 378 w 688"/>
                                    <a:gd name="T15" fmla="*/ 2876 h 4347"/>
                                    <a:gd name="T16" fmla="*/ 183 w 688"/>
                                    <a:gd name="T17" fmla="*/ 2160 h 4347"/>
                                    <a:gd name="T18" fmla="*/ 20 w 688"/>
                                    <a:gd name="T19" fmla="*/ 1616 h 4347"/>
                                    <a:gd name="T20" fmla="*/ 64 w 688"/>
                                    <a:gd name="T21" fmla="*/ 1089 h 4347"/>
                                    <a:gd name="T22" fmla="*/ 64 w 688"/>
                                    <a:gd name="T23" fmla="*/ 581 h 4347"/>
                                    <a:gd name="T24" fmla="*/ 81 w 688"/>
                                    <a:gd name="T25" fmla="*/ 0 h 43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88" h="4347">
                                      <a:moveTo>
                                        <a:pt x="421" y="3084"/>
                                      </a:moveTo>
                                      <a:cubicBezTo>
                                        <a:pt x="400" y="3154"/>
                                        <a:pt x="329" y="3361"/>
                                        <a:pt x="293" y="3509"/>
                                      </a:cubicBezTo>
                                      <a:cubicBezTo>
                                        <a:pt x="258" y="3658"/>
                                        <a:pt x="213" y="3872"/>
                                        <a:pt x="208" y="3977"/>
                                      </a:cubicBezTo>
                                      <a:cubicBezTo>
                                        <a:pt x="204" y="4081"/>
                                        <a:pt x="209" y="4085"/>
                                        <a:pt x="268" y="4138"/>
                                      </a:cubicBezTo>
                                      <a:cubicBezTo>
                                        <a:pt x="327" y="4191"/>
                                        <a:pt x="496" y="4276"/>
                                        <a:pt x="565" y="4294"/>
                                      </a:cubicBezTo>
                                      <a:cubicBezTo>
                                        <a:pt x="634" y="4312"/>
                                        <a:pt x="682" y="4347"/>
                                        <a:pt x="685" y="4247"/>
                                      </a:cubicBezTo>
                                      <a:cubicBezTo>
                                        <a:pt x="688" y="4147"/>
                                        <a:pt x="636" y="3921"/>
                                        <a:pt x="585" y="3693"/>
                                      </a:cubicBezTo>
                                      <a:cubicBezTo>
                                        <a:pt x="534" y="3465"/>
                                        <a:pt x="445" y="3133"/>
                                        <a:pt x="378" y="2876"/>
                                      </a:cubicBezTo>
                                      <a:cubicBezTo>
                                        <a:pt x="312" y="2621"/>
                                        <a:pt x="242" y="2371"/>
                                        <a:pt x="183" y="2160"/>
                                      </a:cubicBezTo>
                                      <a:cubicBezTo>
                                        <a:pt x="123" y="1950"/>
                                        <a:pt x="40" y="1794"/>
                                        <a:pt x="20" y="1616"/>
                                      </a:cubicBezTo>
                                      <a:cubicBezTo>
                                        <a:pt x="0" y="1437"/>
                                        <a:pt x="57" y="1262"/>
                                        <a:pt x="64" y="1089"/>
                                      </a:cubicBezTo>
                                      <a:cubicBezTo>
                                        <a:pt x="71" y="916"/>
                                        <a:pt x="60" y="762"/>
                                        <a:pt x="64" y="581"/>
                                      </a:cubicBezTo>
                                      <a:cubicBezTo>
                                        <a:pt x="67" y="399"/>
                                        <a:pt x="78" y="120"/>
                                        <a:pt x="81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3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10" y="4329"/>
                                  <a:ext cx="300" cy="2095"/>
                                </a:xfrm>
                                <a:custGeom>
                                  <a:avLst/>
                                  <a:gdLst>
                                    <a:gd name="T0" fmla="*/ 10 w 166"/>
                                    <a:gd name="T1" fmla="*/ 0 h 1384"/>
                                    <a:gd name="T2" fmla="*/ 10 w 166"/>
                                    <a:gd name="T3" fmla="*/ 612 h 1384"/>
                                    <a:gd name="T4" fmla="*/ 70 w 166"/>
                                    <a:gd name="T5" fmla="*/ 1068 h 1384"/>
                                    <a:gd name="T6" fmla="*/ 94 w 166"/>
                                    <a:gd name="T7" fmla="*/ 1344 h 1384"/>
                                    <a:gd name="T8" fmla="*/ 166 w 166"/>
                                    <a:gd name="T9" fmla="*/ 828 h 1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66" h="1384">
                                      <a:moveTo>
                                        <a:pt x="10" y="0"/>
                                      </a:moveTo>
                                      <a:cubicBezTo>
                                        <a:pt x="5" y="217"/>
                                        <a:pt x="0" y="434"/>
                                        <a:pt x="10" y="612"/>
                                      </a:cubicBezTo>
                                      <a:cubicBezTo>
                                        <a:pt x="20" y="790"/>
                                        <a:pt x="56" y="946"/>
                                        <a:pt x="70" y="1068"/>
                                      </a:cubicBezTo>
                                      <a:cubicBezTo>
                                        <a:pt x="84" y="1190"/>
                                        <a:pt x="78" y="1384"/>
                                        <a:pt x="94" y="1344"/>
                                      </a:cubicBezTo>
                                      <a:cubicBezTo>
                                        <a:pt x="110" y="1304"/>
                                        <a:pt x="138" y="1066"/>
                                        <a:pt x="166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3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91" y="4321"/>
                                  <a:ext cx="325" cy="2083"/>
                                </a:xfrm>
                                <a:custGeom>
                                  <a:avLst/>
                                  <a:gdLst>
                                    <a:gd name="T0" fmla="*/ 156 w 180"/>
                                    <a:gd name="T1" fmla="*/ 0 h 1377"/>
                                    <a:gd name="T2" fmla="*/ 170 w 180"/>
                                    <a:gd name="T3" fmla="*/ 606 h 1377"/>
                                    <a:gd name="T4" fmla="*/ 95 w 180"/>
                                    <a:gd name="T5" fmla="*/ 1062 h 1377"/>
                                    <a:gd name="T6" fmla="*/ 65 w 180"/>
                                    <a:gd name="T7" fmla="*/ 1338 h 1377"/>
                                    <a:gd name="T8" fmla="*/ 0 w 180"/>
                                    <a:gd name="T9" fmla="*/ 828 h 137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80" h="1377">
                                      <a:moveTo>
                                        <a:pt x="156" y="0"/>
                                      </a:moveTo>
                                      <a:cubicBezTo>
                                        <a:pt x="159" y="101"/>
                                        <a:pt x="180" y="429"/>
                                        <a:pt x="170" y="606"/>
                                      </a:cubicBezTo>
                                      <a:cubicBezTo>
                                        <a:pt x="160" y="783"/>
                                        <a:pt x="113" y="940"/>
                                        <a:pt x="95" y="1062"/>
                                      </a:cubicBezTo>
                                      <a:cubicBezTo>
                                        <a:pt x="78" y="1184"/>
                                        <a:pt x="81" y="1377"/>
                                        <a:pt x="65" y="1338"/>
                                      </a:cubicBezTo>
                                      <a:cubicBezTo>
                                        <a:pt x="49" y="1299"/>
                                        <a:pt x="14" y="934"/>
                                        <a:pt x="0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3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91" y="5590"/>
                                  <a:ext cx="243" cy="681"/>
                                </a:xfrm>
                                <a:custGeom>
                                  <a:avLst/>
                                  <a:gdLst>
                                    <a:gd name="T0" fmla="*/ 67 w 243"/>
                                    <a:gd name="T1" fmla="*/ 0 h 681"/>
                                    <a:gd name="T2" fmla="*/ 35 w 243"/>
                                    <a:gd name="T3" fmla="*/ 300 h 681"/>
                                    <a:gd name="T4" fmla="*/ 35 w 243"/>
                                    <a:gd name="T5" fmla="*/ 619 h 681"/>
                                    <a:gd name="T6" fmla="*/ 243 w 243"/>
                                    <a:gd name="T7" fmla="*/ 671 h 6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43" h="681">
                                      <a:moveTo>
                                        <a:pt x="67" y="0"/>
                                      </a:moveTo>
                                      <a:cubicBezTo>
                                        <a:pt x="56" y="99"/>
                                        <a:pt x="40" y="197"/>
                                        <a:pt x="35" y="300"/>
                                      </a:cubicBezTo>
                                      <a:cubicBezTo>
                                        <a:pt x="29" y="403"/>
                                        <a:pt x="0" y="557"/>
                                        <a:pt x="35" y="619"/>
                                      </a:cubicBezTo>
                                      <a:cubicBezTo>
                                        <a:pt x="70" y="681"/>
                                        <a:pt x="200" y="660"/>
                                        <a:pt x="243" y="6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3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6" y="5588"/>
                                  <a:ext cx="238" cy="673"/>
                                </a:xfrm>
                                <a:custGeom>
                                  <a:avLst/>
                                  <a:gdLst>
                                    <a:gd name="T0" fmla="*/ 160 w 238"/>
                                    <a:gd name="T1" fmla="*/ 0 h 673"/>
                                    <a:gd name="T2" fmla="*/ 198 w 238"/>
                                    <a:gd name="T3" fmla="*/ 291 h 673"/>
                                    <a:gd name="T4" fmla="*/ 205 w 238"/>
                                    <a:gd name="T5" fmla="*/ 609 h 673"/>
                                    <a:gd name="T6" fmla="*/ 0 w 238"/>
                                    <a:gd name="T7" fmla="*/ 673 h 6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8" h="673">
                                      <a:moveTo>
                                        <a:pt x="160" y="0"/>
                                      </a:moveTo>
                                      <a:cubicBezTo>
                                        <a:pt x="166" y="48"/>
                                        <a:pt x="191" y="190"/>
                                        <a:pt x="198" y="291"/>
                                      </a:cubicBezTo>
                                      <a:cubicBezTo>
                                        <a:pt x="205" y="392"/>
                                        <a:pt x="238" y="545"/>
                                        <a:pt x="205" y="609"/>
                                      </a:cubicBezTo>
                                      <a:cubicBezTo>
                                        <a:pt x="172" y="673"/>
                                        <a:pt x="43" y="660"/>
                                        <a:pt x="0" y="67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3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55" y="7242"/>
                                  <a:ext cx="1874" cy="1382"/>
                                </a:xfrm>
                                <a:custGeom>
                                  <a:avLst/>
                                  <a:gdLst>
                                    <a:gd name="T0" fmla="*/ 1874 w 1874"/>
                                    <a:gd name="T1" fmla="*/ 1292 h 1382"/>
                                    <a:gd name="T2" fmla="*/ 1380 w 1874"/>
                                    <a:gd name="T3" fmla="*/ 1236 h 1382"/>
                                    <a:gd name="T4" fmla="*/ 833 w 1874"/>
                                    <a:gd name="T5" fmla="*/ 1289 h 1382"/>
                                    <a:gd name="T6" fmla="*/ 459 w 1874"/>
                                    <a:gd name="T7" fmla="*/ 1351 h 1382"/>
                                    <a:gd name="T8" fmla="*/ 350 w 1874"/>
                                    <a:gd name="T9" fmla="*/ 1102 h 1382"/>
                                    <a:gd name="T10" fmla="*/ 221 w 1874"/>
                                    <a:gd name="T11" fmla="*/ 552 h 1382"/>
                                    <a:gd name="T12" fmla="*/ 0 w 1874"/>
                                    <a:gd name="T13" fmla="*/ 0 h 13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74" h="1382">
                                      <a:moveTo>
                                        <a:pt x="1874" y="1292"/>
                                      </a:moveTo>
                                      <a:cubicBezTo>
                                        <a:pt x="1792" y="1284"/>
                                        <a:pt x="1553" y="1236"/>
                                        <a:pt x="1380" y="1236"/>
                                      </a:cubicBezTo>
                                      <a:cubicBezTo>
                                        <a:pt x="1207" y="1236"/>
                                        <a:pt x="986" y="1270"/>
                                        <a:pt x="833" y="1289"/>
                                      </a:cubicBezTo>
                                      <a:cubicBezTo>
                                        <a:pt x="680" y="1308"/>
                                        <a:pt x="540" y="1382"/>
                                        <a:pt x="459" y="1351"/>
                                      </a:cubicBezTo>
                                      <a:cubicBezTo>
                                        <a:pt x="378" y="1320"/>
                                        <a:pt x="390" y="1235"/>
                                        <a:pt x="350" y="1102"/>
                                      </a:cubicBezTo>
                                      <a:cubicBezTo>
                                        <a:pt x="310" y="969"/>
                                        <a:pt x="279" y="736"/>
                                        <a:pt x="221" y="552"/>
                                      </a:cubicBezTo>
                                      <a:cubicBezTo>
                                        <a:pt x="163" y="368"/>
                                        <a:pt x="45" y="11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7199"/>
                                  <a:ext cx="1932" cy="1570"/>
                                </a:xfrm>
                                <a:custGeom>
                                  <a:avLst/>
                                  <a:gdLst>
                                    <a:gd name="T0" fmla="*/ 0 w 1932"/>
                                    <a:gd name="T1" fmla="*/ 1570 h 1570"/>
                                    <a:gd name="T2" fmla="*/ 438 w 1932"/>
                                    <a:gd name="T3" fmla="*/ 1363 h 1570"/>
                                    <a:gd name="T4" fmla="*/ 1003 w 1932"/>
                                    <a:gd name="T5" fmla="*/ 1265 h 1570"/>
                                    <a:gd name="T6" fmla="*/ 1411 w 1932"/>
                                    <a:gd name="T7" fmla="*/ 1289 h 1570"/>
                                    <a:gd name="T8" fmla="*/ 1609 w 1932"/>
                                    <a:gd name="T9" fmla="*/ 1199 h 1570"/>
                                    <a:gd name="T10" fmla="*/ 1720 w 1932"/>
                                    <a:gd name="T11" fmla="*/ 629 h 1570"/>
                                    <a:gd name="T12" fmla="*/ 1932 w 1932"/>
                                    <a:gd name="T13" fmla="*/ 0 h 15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32" h="1570">
                                      <a:moveTo>
                                        <a:pt x="0" y="1570"/>
                                      </a:moveTo>
                                      <a:cubicBezTo>
                                        <a:pt x="73" y="1536"/>
                                        <a:pt x="271" y="1414"/>
                                        <a:pt x="438" y="1363"/>
                                      </a:cubicBezTo>
                                      <a:cubicBezTo>
                                        <a:pt x="605" y="1312"/>
                                        <a:pt x="841" y="1277"/>
                                        <a:pt x="1003" y="1265"/>
                                      </a:cubicBezTo>
                                      <a:cubicBezTo>
                                        <a:pt x="1165" y="1253"/>
                                        <a:pt x="1310" y="1300"/>
                                        <a:pt x="1411" y="1289"/>
                                      </a:cubicBezTo>
                                      <a:cubicBezTo>
                                        <a:pt x="1512" y="1278"/>
                                        <a:pt x="1558" y="1309"/>
                                        <a:pt x="1609" y="1199"/>
                                      </a:cubicBezTo>
                                      <a:cubicBezTo>
                                        <a:pt x="1660" y="1088"/>
                                        <a:pt x="1666" y="829"/>
                                        <a:pt x="1720" y="629"/>
                                      </a:cubicBezTo>
                                      <a:cubicBezTo>
                                        <a:pt x="1773" y="429"/>
                                        <a:pt x="1888" y="130"/>
                                        <a:pt x="1932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20" y="6334"/>
                                  <a:ext cx="831" cy="3150"/>
                                </a:xfrm>
                                <a:custGeom>
                                  <a:avLst/>
                                  <a:gdLst>
                                    <a:gd name="T0" fmla="*/ 311 w 831"/>
                                    <a:gd name="T1" fmla="*/ 13 h 3150"/>
                                    <a:gd name="T2" fmla="*/ 164 w 831"/>
                                    <a:gd name="T3" fmla="*/ 8 h 3150"/>
                                    <a:gd name="T4" fmla="*/ 44 w 831"/>
                                    <a:gd name="T5" fmla="*/ 62 h 3150"/>
                                    <a:gd name="T6" fmla="*/ 4 w 831"/>
                                    <a:gd name="T7" fmla="*/ 257 h 3150"/>
                                    <a:gd name="T8" fmla="*/ 67 w 831"/>
                                    <a:gd name="T9" fmla="*/ 675 h 3150"/>
                                    <a:gd name="T10" fmla="*/ 373 w 831"/>
                                    <a:gd name="T11" fmla="*/ 1790 h 3150"/>
                                    <a:gd name="T12" fmla="*/ 831 w 831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831" h="3150">
                                      <a:moveTo>
                                        <a:pt x="311" y="13"/>
                                      </a:moveTo>
                                      <a:cubicBezTo>
                                        <a:pt x="259" y="6"/>
                                        <a:pt x="208" y="0"/>
                                        <a:pt x="164" y="8"/>
                                      </a:cubicBezTo>
                                      <a:cubicBezTo>
                                        <a:pt x="120" y="16"/>
                                        <a:pt x="71" y="21"/>
                                        <a:pt x="44" y="62"/>
                                      </a:cubicBezTo>
                                      <a:cubicBezTo>
                                        <a:pt x="17" y="103"/>
                                        <a:pt x="0" y="155"/>
                                        <a:pt x="4" y="257"/>
                                      </a:cubicBezTo>
                                      <a:cubicBezTo>
                                        <a:pt x="8" y="359"/>
                                        <a:pt x="6" y="420"/>
                                        <a:pt x="67" y="675"/>
                                      </a:cubicBezTo>
                                      <a:cubicBezTo>
                                        <a:pt x="128" y="930"/>
                                        <a:pt x="246" y="1378"/>
                                        <a:pt x="373" y="1790"/>
                                      </a:cubicBezTo>
                                      <a:cubicBezTo>
                                        <a:pt x="500" y="2202"/>
                                        <a:pt x="665" y="2676"/>
                                        <a:pt x="831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3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769" y="6334"/>
                                  <a:ext cx="524" cy="3150"/>
                                </a:xfrm>
                                <a:custGeom>
                                  <a:avLst/>
                                  <a:gdLst>
                                    <a:gd name="T0" fmla="*/ 191 w 524"/>
                                    <a:gd name="T1" fmla="*/ 13 h 3150"/>
                                    <a:gd name="T2" fmla="*/ 369 w 524"/>
                                    <a:gd name="T3" fmla="*/ 17 h 3150"/>
                                    <a:gd name="T4" fmla="*/ 489 w 524"/>
                                    <a:gd name="T5" fmla="*/ 115 h 3150"/>
                                    <a:gd name="T6" fmla="*/ 520 w 524"/>
                                    <a:gd name="T7" fmla="*/ 382 h 3150"/>
                                    <a:gd name="T8" fmla="*/ 467 w 524"/>
                                    <a:gd name="T9" fmla="*/ 928 h 3150"/>
                                    <a:gd name="T10" fmla="*/ 293 w 524"/>
                                    <a:gd name="T11" fmla="*/ 1764 h 3150"/>
                                    <a:gd name="T12" fmla="*/ 0 w 524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24" h="3150">
                                      <a:moveTo>
                                        <a:pt x="191" y="13"/>
                                      </a:moveTo>
                                      <a:cubicBezTo>
                                        <a:pt x="255" y="6"/>
                                        <a:pt x="319" y="0"/>
                                        <a:pt x="369" y="17"/>
                                      </a:cubicBezTo>
                                      <a:cubicBezTo>
                                        <a:pt x="419" y="34"/>
                                        <a:pt x="464" y="54"/>
                                        <a:pt x="489" y="115"/>
                                      </a:cubicBezTo>
                                      <a:cubicBezTo>
                                        <a:pt x="514" y="176"/>
                                        <a:pt x="524" y="247"/>
                                        <a:pt x="520" y="382"/>
                                      </a:cubicBezTo>
                                      <a:cubicBezTo>
                                        <a:pt x="516" y="517"/>
                                        <a:pt x="505" y="698"/>
                                        <a:pt x="467" y="928"/>
                                      </a:cubicBezTo>
                                      <a:cubicBezTo>
                                        <a:pt x="429" y="1158"/>
                                        <a:pt x="371" y="1394"/>
                                        <a:pt x="293" y="1764"/>
                                      </a:cubicBezTo>
                                      <a:cubicBezTo>
                                        <a:pt x="215" y="2134"/>
                                        <a:pt x="107" y="2642"/>
                                        <a:pt x="0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51" y="4405"/>
                                  <a:ext cx="727" cy="5089"/>
                                </a:xfrm>
                                <a:custGeom>
                                  <a:avLst/>
                                  <a:gdLst>
                                    <a:gd name="T0" fmla="*/ 656 w 727"/>
                                    <a:gd name="T1" fmla="*/ 0 h 5089"/>
                                    <a:gd name="T2" fmla="*/ 713 w 727"/>
                                    <a:gd name="T3" fmla="*/ 917 h 5089"/>
                                    <a:gd name="T4" fmla="*/ 720 w 727"/>
                                    <a:gd name="T5" fmla="*/ 1468 h 5089"/>
                                    <a:gd name="T6" fmla="*/ 670 w 727"/>
                                    <a:gd name="T7" fmla="*/ 2040 h 5089"/>
                                    <a:gd name="T8" fmla="*/ 487 w 727"/>
                                    <a:gd name="T9" fmla="*/ 2873 h 5089"/>
                                    <a:gd name="T10" fmla="*/ 218 w 727"/>
                                    <a:gd name="T11" fmla="*/ 4129 h 5089"/>
                                    <a:gd name="T12" fmla="*/ 0 w 727"/>
                                    <a:gd name="T13" fmla="*/ 5089 h 50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727" h="5089">
                                      <a:moveTo>
                                        <a:pt x="656" y="0"/>
                                      </a:moveTo>
                                      <a:cubicBezTo>
                                        <a:pt x="679" y="336"/>
                                        <a:pt x="702" y="672"/>
                                        <a:pt x="713" y="917"/>
                                      </a:cubicBezTo>
                                      <a:cubicBezTo>
                                        <a:pt x="724" y="1162"/>
                                        <a:pt x="727" y="1281"/>
                                        <a:pt x="720" y="1468"/>
                                      </a:cubicBezTo>
                                      <a:cubicBezTo>
                                        <a:pt x="713" y="1655"/>
                                        <a:pt x="709" y="1806"/>
                                        <a:pt x="670" y="2040"/>
                                      </a:cubicBezTo>
                                      <a:cubicBezTo>
                                        <a:pt x="631" y="2274"/>
                                        <a:pt x="562" y="2525"/>
                                        <a:pt x="487" y="2873"/>
                                      </a:cubicBezTo>
                                      <a:cubicBezTo>
                                        <a:pt x="412" y="3221"/>
                                        <a:pt x="299" y="3760"/>
                                        <a:pt x="218" y="4129"/>
                                      </a:cubicBezTo>
                                      <a:cubicBezTo>
                                        <a:pt x="137" y="4498"/>
                                        <a:pt x="68" y="4793"/>
                                        <a:pt x="0" y="50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3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91" y="7518"/>
                                  <a:ext cx="450" cy="1976"/>
                                </a:xfrm>
                                <a:custGeom>
                                  <a:avLst/>
                                  <a:gdLst>
                                    <a:gd name="T0" fmla="*/ 0 w 450"/>
                                    <a:gd name="T1" fmla="*/ 1976 h 1976"/>
                                    <a:gd name="T2" fmla="*/ 105 w 450"/>
                                    <a:gd name="T3" fmla="*/ 1750 h 1976"/>
                                    <a:gd name="T4" fmla="*/ 261 w 450"/>
                                    <a:gd name="T5" fmla="*/ 1468 h 1976"/>
                                    <a:gd name="T6" fmla="*/ 423 w 450"/>
                                    <a:gd name="T7" fmla="*/ 1171 h 1976"/>
                                    <a:gd name="T8" fmla="*/ 423 w 450"/>
                                    <a:gd name="T9" fmla="*/ 783 h 1976"/>
                                    <a:gd name="T10" fmla="*/ 338 w 450"/>
                                    <a:gd name="T11" fmla="*/ 346 h 1976"/>
                                    <a:gd name="T12" fmla="*/ 218 w 450"/>
                                    <a:gd name="T13" fmla="*/ 0 h 19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50" h="1976">
                                      <a:moveTo>
                                        <a:pt x="0" y="1976"/>
                                      </a:moveTo>
                                      <a:cubicBezTo>
                                        <a:pt x="17" y="1938"/>
                                        <a:pt x="62" y="1835"/>
                                        <a:pt x="105" y="1750"/>
                                      </a:cubicBezTo>
                                      <a:cubicBezTo>
                                        <a:pt x="148" y="1665"/>
                                        <a:pt x="208" y="1564"/>
                                        <a:pt x="261" y="1468"/>
                                      </a:cubicBezTo>
                                      <a:cubicBezTo>
                                        <a:pt x="314" y="1372"/>
                                        <a:pt x="396" y="1285"/>
                                        <a:pt x="423" y="1171"/>
                                      </a:cubicBezTo>
                                      <a:cubicBezTo>
                                        <a:pt x="450" y="1057"/>
                                        <a:pt x="437" y="920"/>
                                        <a:pt x="423" y="783"/>
                                      </a:cubicBezTo>
                                      <a:cubicBezTo>
                                        <a:pt x="409" y="646"/>
                                        <a:pt x="372" y="476"/>
                                        <a:pt x="338" y="346"/>
                                      </a:cubicBezTo>
                                      <a:cubicBezTo>
                                        <a:pt x="304" y="216"/>
                                        <a:pt x="243" y="72"/>
                                        <a:pt x="21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Freeform 3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29" y="8727"/>
                                  <a:ext cx="1800" cy="774"/>
                                </a:xfrm>
                                <a:custGeom>
                                  <a:avLst/>
                                  <a:gdLst>
                                    <a:gd name="T0" fmla="*/ 1800 w 1800"/>
                                    <a:gd name="T1" fmla="*/ 68 h 774"/>
                                    <a:gd name="T2" fmla="*/ 1370 w 1800"/>
                                    <a:gd name="T3" fmla="*/ 5 h 774"/>
                                    <a:gd name="T4" fmla="*/ 876 w 1800"/>
                                    <a:gd name="T5" fmla="*/ 40 h 774"/>
                                    <a:gd name="T6" fmla="*/ 403 w 1800"/>
                                    <a:gd name="T7" fmla="*/ 231 h 774"/>
                                    <a:gd name="T8" fmla="*/ 127 w 1800"/>
                                    <a:gd name="T9" fmla="*/ 520 h 774"/>
                                    <a:gd name="T10" fmla="*/ 0 w 1800"/>
                                    <a:gd name="T11" fmla="*/ 774 h 7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800" h="774">
                                      <a:moveTo>
                                        <a:pt x="1800" y="68"/>
                                      </a:moveTo>
                                      <a:cubicBezTo>
                                        <a:pt x="1661" y="39"/>
                                        <a:pt x="1524" y="10"/>
                                        <a:pt x="1370" y="5"/>
                                      </a:cubicBezTo>
                                      <a:cubicBezTo>
                                        <a:pt x="1216" y="0"/>
                                        <a:pt x="1037" y="2"/>
                                        <a:pt x="876" y="40"/>
                                      </a:cubicBezTo>
                                      <a:cubicBezTo>
                                        <a:pt x="715" y="78"/>
                                        <a:pt x="528" y="151"/>
                                        <a:pt x="403" y="231"/>
                                      </a:cubicBezTo>
                                      <a:cubicBezTo>
                                        <a:pt x="278" y="311"/>
                                        <a:pt x="194" y="430"/>
                                        <a:pt x="127" y="520"/>
                                      </a:cubicBezTo>
                                      <a:cubicBezTo>
                                        <a:pt x="60" y="610"/>
                                        <a:pt x="30" y="692"/>
                                        <a:pt x="0" y="77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C507A0F" id="Group 308" o:spid="_x0000_s1026" style="position:absolute;margin-left:54.15pt;margin-top:-1.05pt;width:380.95pt;height:370pt;z-index:251657728" coordorigin="3255,3284" coordsize="6401,6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">
                      <v:shape id="Freeform 309" o:spid="_x0000_s1027" style="position:absolute;left:6401;top:3307;width:2261;height:1310;visibility:visible;mso-wrap-style:square;v-text-anchor:top" coordsize="1596,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" path="m,424v78,17,304,42,471,101c638,584,844,731,1000,776v154,45,309,149,408,20c1507,667,1557,166,1596,e" filled="f" strokecolor="#ddd" strokeweight="1pt">
                        <v:path arrowok="t" o:connecttype="custom" o:connectlocs="0,600;667,744;1417,1099;1995,1127;2261,0" o:connectangles="0,0,0,0,0"/>
                      </v:shape>
                      <v:shape id="Freeform 310" o:spid="_x0000_s1028" style="position:absolute;left:8397;top:3543;width:712;height:1109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6,528;642,113;447,45;169,383" o:connectangles="0,0,0,0,0,0,0"/>
                      </v:shape>
                      <v:shape id="Freeform 311" o:spid="_x0000_s1029" style="position:absolute;left:8000;top:4598;width:1537;height:3526;visibility:visible;mso-wrap-style:square;v-text-anchor:top" coordsize="1085,2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" path="m348,c319,49,224,141,175,297,127,453,68,704,58,938,48,1171,,1477,113,1702v113,226,458,455,620,586c895,2419,1012,2447,1085,2489e" filled="f" strokecolor="#ddd" strokeweight="1pt">
                        <v:path arrowok="t" o:connecttype="custom" o:connectlocs="493,0;248,421;82,1329;160,2411;1038,3241;1537,3526" o:connectangles="0,0,0,0,0,0"/>
                      </v:shape>
                      <v:shape id="Freeform 312" o:spid="_x0000_s1030" style="position:absolute;left:6262;top:3940;width:1330;height:476;visibility:visible;mso-wrap-style:square;v-text-anchor:top" coordsize="939,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" path="m91,5c,11,53,158,135,201v82,43,318,45,449,65c715,286,907,336,923,319,939,302,822,214,683,162,544,110,188,,91,5xe" fillcolor="#ddd" stroked="f">
                        <v:path arrowok="t" o:connecttype="custom" o:connectlocs="129,7;191,285;827,377;1307,452;967,230;129,7" o:connectangles="0,0,0,0,0,0"/>
                      </v:shape>
                      <v:shape id="Freeform 313" o:spid="_x0000_s1031" style="position:absolute;left:7844;top:4549;width:544;height:1088;visibility:visible;mso-wrap-style:square;v-text-anchor:top" coordsize="301,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" path="m282,10c269,,121,54,76,126,31,198,21,351,12,443,3,535,,719,24,677,48,635,110,299,153,188,196,77,301,10,282,10xe" fillcolor="#ddd" stroked="f">
                        <v:path arrowok="t" o:connecttype="custom" o:connectlocs="510,15;137,191;22,670;43,1024;277,284;510,15" o:connectangles="0,0,0,0,0,0"/>
                      </v:shape>
                      <v:shape id="Freeform 314" o:spid="_x0000_s1032" style="position:absolute;left:6132;top:7566;width:439;height:1334;visibility:visible;mso-wrap-style:square;v-text-anchor:top" coordsize="250,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" path="m206,6v14,-6,44,180,36,288c234,402,196,558,158,654,120,750,28,882,14,870,,858,50,672,74,582,98,492,132,428,158,330,184,232,192,12,206,6xe" fillcolor="#ddd" stroked="f">
                        <v:path arrowok="t" o:connecttype="custom" o:connectlocs="362,9;425,445;277,989;25,1316;130,880;277,499;362,9" o:connectangles="0,0,0,0,0,0,0"/>
                      </v:shape>
                      <v:shape id="Freeform 315" o:spid="_x0000_s1033" style="position:absolute;left:7350;top:8073;width:2306;height:666;visibility:visible;mso-wrap-style:square;v-text-anchor:top" coordsize="1628,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" path="m73,184c118,113,212,15,290,7,368,,405,95,544,136v139,40,422,97,582,115c1286,269,1444,239,1507,245v63,6,121,26,-5,42c1376,303,971,321,752,341,533,361,309,389,187,405,64,421,38,470,19,434,,397,28,254,73,184xe" fillcolor="#ddd" stroked="f">
                        <v:path arrowok="t" o:connecttype="custom" o:connectlocs="103,261;411,10;771,193;1595,356;2135,347;2128,407;1065,483;265,574;27,615;103,261" o:connectangles="0,0,0,0,0,0,0,0,0,0"/>
                      </v:shape>
                      <v:shape id="Freeform 316" o:spid="_x0000_s1034" style="position:absolute;left:8606;top:3917;width:160;height:266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17" o:spid="_x0000_s1035" style="position:absolute;left:8711;top:3611;width:340;height:724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2,177;328,468;277,707;225,570;120,427;192,460;268,570;259,318;225,68;129,118;14,217" o:connectangles="0,0,0,0,0,0,0,0,0,0,0,0,0"/>
                      </v:shape>
                      <v:shape id="Freeform 318" o:spid="_x0000_s1036" style="position:absolute;left:4147;top:3314;width:2254;height:1300;visibility:visible;mso-wrap-style:square;v-text-anchor:top" coordsize="1591,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" path="m1591,419v-78,16,-300,41,-465,100c961,578,753,725,599,770,443,815,290,918,190,790,90,662,40,165,,e" filled="f" strokecolor="#ddd" strokeweight="1pt">
                        <v:path arrowok="t" o:connecttype="custom" o:connectlocs="2254,593;1595,735;849,1090;269,1119;0,0" o:connectangles="0,0,0,0,0"/>
                      </v:shape>
                      <v:shape id="Freeform 319" o:spid="_x0000_s1037" style="position:absolute;left:3704;top:3542;width:713;height:1109;flip:x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7,528;643,113;447,45;169,383" o:connectangles="0,0,0,0,0,0,0"/>
                      </v:shape>
                      <v:shape id="Freeform 320" o:spid="_x0000_s1038" style="position:absolute;left:3320;top:4596;width:1470;height:3474;visibility:visible;mso-wrap-style:square;v-text-anchor:top" coordsize="1038,2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" path="m690,v29,49,124,141,173,297c911,453,970,704,980,938v10,234,58,539,-55,765c812,1928,459,2164,305,2289,151,2414,64,2419,,2453e" filled="f" strokecolor="#ddd" strokeweight="1pt">
                        <v:path arrowok="t" o:connecttype="custom" o:connectlocs="977,0;1222,421;1388,1328;1310,2412;432,3242;0,3474" o:connectangles="0,0,0,0,0,0"/>
                      </v:shape>
                      <v:shape id="Freeform 321" o:spid="_x0000_s1039" style="position:absolute;left:5232;top:3950;width:1291;height:486;visibility:visible;mso-wrap-style:square;v-text-anchor:top" coordsize="911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" path="m816,v95,7,85,139,10,182c751,225,503,232,368,256,233,280,36,343,18,324,,305,125,195,258,141,391,87,700,30,816,xe" fillcolor="#ddd" stroked="f">
                        <v:path arrowok="t" o:connecttype="custom" o:connectlocs="1156,0;1171,258;522,363;26,459;366,200;1156,0" o:connectangles="0,0,0,0,0,0"/>
                      </v:shape>
                      <v:shape id="Freeform 322" o:spid="_x0000_s1040" style="position:absolute;left:4424;top:4547;width:529;height:976;visibility:visible;mso-wrap-style:square;v-text-anchor:top" coordsize="293,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" path="m19,10c32,,181,64,225,126v44,62,50,177,58,258c291,465,293,645,271,612,249,579,190,288,148,188,106,88,,10,19,10xe" fillcolor="#ddd" stroked="f">
                        <v:path arrowok="t" o:connecttype="custom" o:connectlocs="34,15;406,191;511,581;489,926;267,284;34,15" o:connectangles="0,0,0,0,0,0"/>
                      </v:shape>
                      <v:shape id="Freeform 323" o:spid="_x0000_s1041" style="position:absolute;left:3255;top:8048;width:2278;height:538;visibility:visible;mso-wrap-style:square;v-text-anchor:top" coordsize="1608,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" path="m1608,298c1526,227,1367,49,1267,25,1167,,1152,112,1013,153,875,193,593,250,432,268,271,286,92,252,46,261v-46,9,48,53,109,64c216,336,305,335,413,330v108,-5,230,-39,390,-32c964,304,1252,357,1378,368v127,12,146,12,184,c1600,357,1598,313,1608,298xe" fillcolor="#ddd" stroked="f">
                        <v:path arrowok="t" o:connecttype="custom" o:connectlocs="2278,422;1795,35;1435,217;612,379;65,370;220,460;585,467;1138,422;1952,521;2213,521;2278,422" o:connectangles="0,0,0,0,0,0,0,0,0,0,0"/>
                      </v:shape>
                      <v:shape id="Freeform 324" o:spid="_x0000_s1042" style="position:absolute;left:4044;top:3916;width:160;height:266;flip:x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25" o:spid="_x0000_s1043" style="position:absolute;left:3761;top:3610;width:341;height:724;flip:x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3,177;329,468;277,707;226,570;120,427;193,460;269,570;260,318;226,68;129,118;14,217" o:connectangles="0,0,0,0,0,0,0,0,0,0,0,0,0"/>
                      </v:shape>
                      <v:shape id="Freeform 326" o:spid="_x0000_s1044" style="position:absolute;left:3486;top:3294;width:885;height:1470;visibility:visible;mso-wrap-style:square;v-text-anchor:top" coordsize="625,1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" path="m68,c60,51,,149,19,302v19,153,90,495,166,615c262,1038,406,1023,479,1025v73,2,146,-86,144,-95c622,922,538,977,473,971,407,964,287,954,234,892,180,830,160,704,148,602,137,501,140,358,166,284,192,210,253,161,304,161v51,,146,152,169,126c496,261,448,62,442,3e" fillcolor="#ddd" stroked="f">
                        <v:path arrowok="t" o:connecttype="custom" o:connectlocs="96,0;27,428;262,1299;678,1452;882,1317;670,1375;331,1263;210,853;235,402;430,228;670,406;626,4" o:connectangles="0,0,0,0,0,0,0,0,0,0,0,0"/>
                      </v:shape>
                      <v:shape id="Freeform 327" o:spid="_x0000_s1045" style="position:absolute;left:8452;top:3294;width:860;height:1459;visibility:visible;mso-wrap-style:square;v-text-anchor:top" coordsize="607,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" path="m544,v7,58,63,196,45,349c571,502,512,804,438,917v-74,113,-220,106,-293,108c72,1027,,939,1,930v1,-8,85,47,150,41c216,964,336,954,390,892v53,-62,74,-188,85,-290c487,501,483,358,457,284,432,210,371,161,320,161v-51,,-145,151,-169,126c127,262,173,67,178,9e" fillcolor="#ddd" stroked="f">
                        <v:path arrowok="t" o:connecttype="custom" o:connectlocs="771,0;834,494;621,1299;205,1452;1,1317;214,1375;553,1264;673,853;647,402;453,228;214,407;252,13" o:connectangles="0,0,0,0,0,0,0,0,0,0,0,0"/>
                      </v:shape>
                      <v:shape id="Freeform 328" o:spid="_x0000_s1046" style="position:absolute;left:5868;top:3284;width:377;height:221;visibility:visible;mso-wrap-style:square;v-text-anchor:top" coordsize="266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" path="m10,154c,152,138,40,176,20,214,,266,9,238,31,210,53,20,156,10,154xe" fillcolor="#ddd" stroked="f">
                        <v:path arrowok="t" o:connecttype="custom" o:connectlocs="14,218;249,28;337,44;14,218" o:connectangles="0,0,0,0"/>
                      </v:shape>
                      <v:shape id="Freeform 329" o:spid="_x0000_s1047" style="position:absolute;left:3317;top:8730;width:2460;height:767;visibility:visible;mso-wrap-style:square;v-text-anchor:top" coordsize="2460,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" path="m2460,767c2399,687,2279,410,2092,287,1905,164,1594,60,1336,30,1078,,768,51,545,107,323,162,113,309,,363e" filled="f">
                        <v:path arrowok="t" o:connecttype="custom" o:connectlocs="2460,767;2092,287;1336,30;545,107;0,363" o:connectangles="0,0,0,0,0"/>
                      </v:shape>
                      <v:shape id="Freeform 330" o:spid="_x0000_s1048" style="position:absolute;left:4905;top:4412;width:688;height:4347;visibility:visible;mso-wrap-style:square;v-text-anchor:top" coordsize="688,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" path="m421,3084v-21,70,-92,277,-128,425c258,3658,213,3872,208,3977v-4,104,1,108,60,161c327,4191,496,4276,565,4294v69,18,117,53,120,-47c688,4147,636,3921,585,3693,534,3465,445,3133,378,2876,312,2621,242,2371,183,2160,123,1950,40,1794,20,1616,,1437,57,1262,64,1089,71,916,60,762,64,581,67,399,78,120,81,e" filled="f">
                        <v:path arrowok="t" o:connecttype="custom" o:connectlocs="421,3084;293,3509;208,3977;268,4138;565,4294;685,4247;585,3693;378,2876;183,2160;20,1616;64,1089;64,581;81,0" o:connectangles="0,0,0,0,0,0,0,0,0,0,0,0,0"/>
                      </v:shape>
                      <v:shape id="Freeform 331" o:spid="_x0000_s1049" style="position:absolute;left:5210;top:4329;width:300;height:2095;visibility:visible;mso-wrap-style:square;v-text-anchor:top" coordsize="166,1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" path="m10,c5,217,,434,10,612v10,178,46,334,60,456c84,1190,78,1384,94,1344v16,-40,44,-278,72,-516e" filled="f">
                        <v:path arrowok="t" o:connecttype="custom" o:connectlocs="18,0;18,926;127,1617;170,2034;300,1253" o:connectangles="0,0,0,0,0"/>
                      </v:shape>
                      <v:shape id="Freeform 332" o:spid="_x0000_s1050" style="position:absolute;left:7291;top:4321;width:325;height:2083;visibility:visible;mso-wrap-style:square;v-text-anchor:top" coordsize="180,1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" path="m156,v3,101,24,429,14,606c160,783,113,940,95,1062,78,1184,81,1377,65,1338,49,1299,14,934,,828e" filled="f">
                        <v:path arrowok="t" o:connecttype="custom" o:connectlocs="282,0;307,917;172,1606;117,2024;0,1253" o:connectangles="0,0,0,0,0"/>
                      </v:shape>
                      <v:shape id="Freeform 333" o:spid="_x0000_s1051" style="position:absolute;left:5591;top:5590;width:243;height:681;visibility:visible;mso-wrap-style:square;v-text-anchor:top" coordsize="243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" path="m67,c56,99,40,197,35,300,29,403,,557,35,619v35,62,165,41,208,52e" filled="f">
                        <v:path arrowok="t" o:connecttype="custom" o:connectlocs="67,0;35,300;35,619;243,671" o:connectangles="0,0,0,0"/>
                      </v:shape>
                      <v:shape id="Freeform 334" o:spid="_x0000_s1052" style="position:absolute;left:6966;top:5588;width:238;height:673;visibility:visible;mso-wrap-style:square;v-text-anchor:top" coordsize="238,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" path="m160,v6,48,31,190,38,291c205,392,238,545,205,609,172,673,43,660,,673e" filled="f">
                        <v:path arrowok="t" o:connecttype="custom" o:connectlocs="160,0;198,291;205,609;0,673" o:connectangles="0,0,0,0"/>
                      </v:shape>
                      <v:shape id="Freeform 335" o:spid="_x0000_s1053" style="position:absolute;left:7655;top:7242;width:1874;height:1382;visibility:visible;mso-wrap-style:square;v-text-anchor:top" coordsize="1874,1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" path="m1874,1292v-82,-8,-321,-56,-494,-56c1207,1236,986,1270,833,1289v-153,19,-293,93,-374,62c378,1320,390,1235,350,1102,310,969,279,736,221,552,163,368,45,115,,e" filled="f">
                        <v:path arrowok="t" o:connecttype="custom" o:connectlocs="1874,1292;1380,1236;833,1289;459,1351;350,1102;221,552;0,0" o:connectangles="0,0,0,0,0,0,0"/>
                      </v:shape>
                      <v:shape id="Freeform 336" o:spid="_x0000_s1054" style="position:absolute;left:3317;top:7199;width:1932;height:1570;visibility:visible;mso-wrap-style:square;v-text-anchor:top" coordsize="1932,1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" path="m,1570v73,-34,271,-156,438,-207c605,1312,841,1277,1003,1265v162,-12,307,35,408,24c1512,1278,1558,1309,1609,1199v51,-111,57,-370,111,-570c1773,429,1888,130,1932,e" filled="f">
                        <v:path arrowok="t" o:connecttype="custom" o:connectlocs="0,1570;438,1363;1003,1265;1411,1289;1609,1199;1720,629;1932,0" o:connectangles="0,0,0,0,0,0,0"/>
                      </v:shape>
                      <v:shape id="Freeform 337" o:spid="_x0000_s1055" style="position:absolute;left:5520;top:6334;width:831;height:3150;visibility:visible;mso-wrap-style:square;v-text-anchor:top" coordsize="831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" path="m311,13c259,6,208,,164,8,120,16,71,21,44,62,17,103,,155,4,257,8,359,6,420,67,675v61,255,179,703,306,1115c500,2202,665,2676,831,3150e" filled="f">
                        <v:path arrowok="t" o:connecttype="custom" o:connectlocs="311,13;164,8;44,62;4,257;67,675;373,1790;831,3150" o:connectangles="0,0,0,0,0,0,0"/>
                      </v:shape>
                      <v:shape id="Freeform 338" o:spid="_x0000_s1056" style="position:absolute;left:6769;top:6334;width:524;height:3150;visibility:visible;mso-wrap-style:square;v-text-anchor:top" coordsize="524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" path="m191,13c255,6,319,,369,17v50,17,95,37,120,98c514,176,524,247,520,382v-4,135,-15,316,-53,546c429,1158,371,1394,293,1764,215,2134,107,2642,,3150e" filled="f">
                        <v:path arrowok="t" o:connecttype="custom" o:connectlocs="191,13;369,17;489,115;520,382;467,928;293,1764;0,3150" o:connectangles="0,0,0,0,0,0,0"/>
                      </v:shape>
                      <v:shape id="Freeform 339" o:spid="_x0000_s1057" style="position:absolute;left:7151;top:4405;width:727;height:5089;visibility:visible;mso-wrap-style:square;v-text-anchor:top" coordsize="727,5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" path="m656,v23,336,46,672,57,917c724,1162,727,1281,720,1468v-7,187,-11,338,-50,572c631,2274,562,2525,487,2873,412,3221,299,3760,218,4129,137,4498,68,4793,,5089e" filled="f">
                        <v:path arrowok="t" o:connecttype="custom" o:connectlocs="656,0;713,917;720,1468;670,2040;487,2873;218,4129;0,5089" o:connectangles="0,0,0,0,0,0,0"/>
                      </v:shape>
                      <v:shape id="Freeform 340" o:spid="_x0000_s1058" style="position:absolute;left:7391;top:7518;width:450;height:1976;visibility:visible;mso-wrap-style:square;v-text-anchor:top" coordsize="450,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" path="m,1976v17,-38,62,-141,105,-226c148,1665,208,1564,261,1468v53,-96,135,-183,162,-297c450,1057,437,920,423,783,409,646,372,476,338,346,304,216,243,72,218,e" filled="f">
                        <v:path arrowok="t" o:connecttype="custom" o:connectlocs="0,1976;105,1750;261,1468;423,1171;423,783;338,346;218,0" o:connectangles="0,0,0,0,0,0,0"/>
                      </v:shape>
                      <v:shape id="Freeform 341" o:spid="_x0000_s1059" style="position:absolute;left:7729;top:8727;width:1800;height:774;visibility:visible;mso-wrap-style:square;v-text-anchor:top" coordsize="1800,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" path="m1800,68c1661,39,1524,10,1370,5,1216,,1037,2,876,40,715,78,528,151,403,231,278,311,194,430,127,520,60,610,30,692,,774e" filled="f">
                        <v:path arrowok="t" o:connecttype="custom" o:connectlocs="1800,68;1370,5;876,40;403,231;127,520;0,774" o:connectangles="0,0,0,0,0,0"/>
                      </v:shape>
                    </v:group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4556760</wp:posOffset>
                      </wp:positionH>
                      <wp:positionV relativeFrom="paragraph">
                        <wp:posOffset>4444365</wp:posOffset>
                      </wp:positionV>
                      <wp:extent cx="1584960" cy="220980"/>
                      <wp:effectExtent l="0" t="3810" r="0" b="3810"/>
                      <wp:wrapNone/>
                      <wp:docPr id="7" name="Text Box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6860" w:rsidRPr="00C2328A" w:rsidRDefault="00D66860" w:rsidP="00774A18">
                                  <w:pPr>
                                    <w:jc w:val="right"/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5" o:spid="_x0000_s1032" type="#_x0000_t202" style="position:absolute;left:0;text-align:left;margin-left:358.8pt;margin-top:349.95pt;width:124.8pt;height:17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LOqzgIAAOY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" filled="f" stroked="f" strokecolor="gray" strokeweight=".25pt">
                      <v:stroke dashstyle="1 1" endcap="round"/>
                      <v:textbox>
                        <w:txbxContent>
                          <w:p w:rsidR="00D66860" w:rsidRPr="00C2328A" w:rsidRDefault="00D66860" w:rsidP="00774A18">
                            <w:pPr>
                              <w:jc w:val="right"/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3295A" w:rsidRPr="00BE67C6" w:rsidTr="00BE67C6">
        <w:tc>
          <w:tcPr>
            <w:tcW w:w="1943" w:type="dxa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95A" w:rsidRPr="00BE67C6" w:rsidRDefault="00E143F8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7620" t="8890" r="6350" b="15240"/>
                      <wp:wrapNone/>
                      <wp:docPr id="6" name="Freeform 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9391FE" id="Freeform 290" o:spid="_x0000_s1026" style="position:absolute;margin-left:66.15pt;margin-top:2.25pt;width:31.15pt;height:4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895" w:type="dxa"/>
            <w:gridSpan w:val="5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B3295A" w:rsidRPr="00BE67C6" w:rsidRDefault="00E143F8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3762375</wp:posOffset>
                      </wp:positionH>
                      <wp:positionV relativeFrom="paragraph">
                        <wp:posOffset>31750</wp:posOffset>
                      </wp:positionV>
                      <wp:extent cx="335280" cy="62865"/>
                      <wp:effectExtent l="14605" t="12065" r="31115" b="10795"/>
                      <wp:wrapNone/>
                      <wp:docPr id="5" name="Freeform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8B8FB9" id="Freeform 293" o:spid="_x0000_s1026" style="position:absolute;margin-left:296.25pt;margin-top:2.5pt;width:26.4pt;height: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2546350</wp:posOffset>
                      </wp:positionH>
                      <wp:positionV relativeFrom="paragraph">
                        <wp:posOffset>31750</wp:posOffset>
                      </wp:positionV>
                      <wp:extent cx="395605" cy="61595"/>
                      <wp:effectExtent l="8255" t="12065" r="5715" b="12065"/>
                      <wp:wrapNone/>
                      <wp:docPr id="4" name="Freeform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1707D7" id="Freeform 292" o:spid="_x0000_s1026" style="position:absolute;margin-left:200.5pt;margin-top:2.5pt;width:31.15pt;height:4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29210</wp:posOffset>
                      </wp:positionV>
                      <wp:extent cx="395605" cy="61595"/>
                      <wp:effectExtent l="8255" t="9525" r="5715" b="14605"/>
                      <wp:wrapNone/>
                      <wp:docPr id="3" name="Freeform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437276" id="Freeform 291" o:spid="_x0000_s1026" style="position:absolute;margin-left:139pt;margin-top:2.3pt;width:31.15pt;height:4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29845</wp:posOffset>
                      </wp:positionV>
                      <wp:extent cx="395605" cy="61595"/>
                      <wp:effectExtent l="12065" t="10160" r="11430" b="13970"/>
                      <wp:wrapNone/>
                      <wp:docPr id="2" name="Freeform 28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A46859" id="Freeform 289" o:spid="_x0000_s1026" alt="Granite" style="position:absolute;margin-left:52.3pt;margin-top:2.35pt;width:31.15pt;height:4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" path="m84,120c,106,185,36,185,36v,,72,-9,102,-12c317,21,344,,379,v35,,75,11,116,24c536,37,593,65,625,81v32,16,152,34,62,40l84,120xe">
                      <v:fill r:id="rId7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Calcific                Smooth Surface                Irregular Surface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Right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Left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Vessel Geometry: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6C5A0D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6C5A0D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Vertebral Arteries: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6C5A0D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6C5A0D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ICA </w:t>
            </w: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E143F8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&gt;90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E143F8" w:rsidP="00E143F8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&gt;90 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7D6535" w:rsidRPr="00BE67C6" w:rsidTr="00BE67C6">
        <w:tc>
          <w:tcPr>
            <w:tcW w:w="1943" w:type="dxa"/>
            <w:shd w:val="clear" w:color="auto" w:fill="E6E6E6"/>
            <w:vAlign w:val="center"/>
          </w:tcPr>
          <w:p w:rsidR="007D6535" w:rsidRDefault="007D653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ICA/CCA Ratio: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6535" w:rsidRPr="007D6535" w:rsidRDefault="00E143F8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7D6535" w:rsidRPr="007D6535" w:rsidRDefault="00E143F8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ECA 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E143F8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75-99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E143F8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50-74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9A34D2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61539B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</w:t>
            </w:r>
            <w:r w:rsidR="00784424"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:</w:t>
            </w: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Pr="00BE67C6" w:rsidRDefault="00060B26" w:rsidP="00E143F8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Right:</w:t>
            </w:r>
            <w:r w:rsidR="006C5A0D">
              <w:rPr>
                <w:rFonts w:ascii="Arial" w:hAnsi="Arial" w:cs="Arial"/>
                <w:sz w:val="18"/>
                <w:szCs w:val="20"/>
              </w:rPr>
              <w:t xml:space="preserve"> There is a </w:t>
            </w:r>
            <w:r w:rsidR="00E143F8">
              <w:rPr>
                <w:rFonts w:ascii="Arial" w:hAnsi="Arial" w:cs="Arial"/>
                <w:sz w:val="18"/>
                <w:szCs w:val="20"/>
              </w:rPr>
              <w:t>&gt;90</w:t>
            </w:r>
            <w:r w:rsidR="006C5A0D">
              <w:rPr>
                <w:rFonts w:ascii="Arial" w:hAnsi="Arial" w:cs="Arial"/>
                <w:sz w:val="18"/>
                <w:szCs w:val="20"/>
              </w:rPr>
              <w:t>%</w:t>
            </w:r>
            <w:r w:rsidR="00E143F8">
              <w:rPr>
                <w:rFonts w:ascii="Arial" w:hAnsi="Arial" w:cs="Arial"/>
                <w:sz w:val="18"/>
                <w:szCs w:val="20"/>
              </w:rPr>
              <w:t xml:space="preserve"> stenosis but less than near occlusion</w:t>
            </w:r>
            <w:r w:rsidR="006C5A0D">
              <w:rPr>
                <w:rFonts w:ascii="Arial" w:hAnsi="Arial" w:cs="Arial"/>
                <w:sz w:val="18"/>
                <w:szCs w:val="20"/>
              </w:rPr>
              <w:t xml:space="preserve"> in the proximal ICA</w:t>
            </w:r>
            <w:r w:rsidR="00E143F8">
              <w:rPr>
                <w:rFonts w:ascii="Arial" w:hAnsi="Arial" w:cs="Arial"/>
                <w:sz w:val="18"/>
                <w:szCs w:val="20"/>
              </w:rPr>
              <w:t>,</w:t>
            </w:r>
            <w:r w:rsidR="006C5A0D">
              <w:rPr>
                <w:rFonts w:ascii="Arial" w:hAnsi="Arial" w:cs="Arial"/>
                <w:sz w:val="18"/>
                <w:szCs w:val="20"/>
              </w:rPr>
              <w:t xml:space="preserve"> that measures 2.2cm in length. No atheroma seen at the jawline. Mild diffuse atheroma in the CCA (&lt;30%). Normal subclavian flow.</w:t>
            </w: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Default="00060B26" w:rsidP="007F47FA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Left:</w:t>
            </w:r>
            <w:r w:rsidR="006C5A0D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6C5A0D">
              <w:rPr>
                <w:rFonts w:ascii="Arial" w:hAnsi="Arial" w:cs="Arial"/>
                <w:sz w:val="18"/>
                <w:szCs w:val="20"/>
              </w:rPr>
              <w:t xml:space="preserve">There is a </w:t>
            </w:r>
            <w:r w:rsidR="00E143F8">
              <w:rPr>
                <w:rFonts w:ascii="Arial" w:hAnsi="Arial" w:cs="Arial"/>
                <w:sz w:val="18"/>
                <w:szCs w:val="20"/>
              </w:rPr>
              <w:t>&gt;90</w:t>
            </w:r>
            <w:r w:rsidR="006C5A0D">
              <w:rPr>
                <w:rFonts w:ascii="Arial" w:hAnsi="Arial" w:cs="Arial"/>
                <w:sz w:val="18"/>
                <w:szCs w:val="20"/>
              </w:rPr>
              <w:t>%</w:t>
            </w:r>
            <w:r w:rsidR="00E143F8">
              <w:rPr>
                <w:rFonts w:ascii="Arial" w:hAnsi="Arial" w:cs="Arial"/>
                <w:sz w:val="18"/>
                <w:szCs w:val="20"/>
              </w:rPr>
              <w:t xml:space="preserve"> stenosis but less than near occlusion</w:t>
            </w:r>
            <w:r w:rsidR="006C5A0D">
              <w:rPr>
                <w:rFonts w:ascii="Arial" w:hAnsi="Arial" w:cs="Arial"/>
                <w:sz w:val="18"/>
                <w:szCs w:val="20"/>
              </w:rPr>
              <w:t xml:space="preserve"> in the proximal ICA</w:t>
            </w:r>
            <w:r w:rsidR="00E143F8">
              <w:rPr>
                <w:rFonts w:ascii="Arial" w:hAnsi="Arial" w:cs="Arial"/>
                <w:sz w:val="18"/>
                <w:szCs w:val="20"/>
              </w:rPr>
              <w:t>,</w:t>
            </w:r>
            <w:r w:rsidR="006C5A0D">
              <w:rPr>
                <w:rFonts w:ascii="Arial" w:hAnsi="Arial" w:cs="Arial"/>
                <w:sz w:val="18"/>
                <w:szCs w:val="20"/>
              </w:rPr>
              <w:t xml:space="preserve"> that measures 2.1cm in length. No atheroma seen at the jawline. Mild atheroma in the mid CCA (&lt;40%). Normal subclavian flow.</w:t>
            </w:r>
            <w:r w:rsidR="007F47FA">
              <w:rPr>
                <w:rFonts w:ascii="Arial" w:hAnsi="Arial"/>
                <w:bCs/>
                <w:sz w:val="18"/>
                <w:szCs w:val="18"/>
              </w:rPr>
              <w:tab/>
            </w:r>
          </w:p>
          <w:p w:rsidR="007F47FA" w:rsidRPr="00BE67C6" w:rsidRDefault="007F47FA" w:rsidP="007F47FA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  <w:r w:rsidRPr="00BE67C6">
              <w:rPr>
                <w:rFonts w:ascii="Arial" w:hAnsi="Arial"/>
                <w:sz w:val="18"/>
                <w:szCs w:val="18"/>
              </w:rPr>
              <w:tab/>
            </w:r>
          </w:p>
        </w:tc>
        <w:tc>
          <w:tcPr>
            <w:tcW w:w="7895" w:type="dxa"/>
            <w:gridSpan w:val="5"/>
            <w:shd w:val="clear" w:color="auto" w:fill="E6E6E6"/>
            <w:tcMar>
              <w:top w:w="28" w:type="dxa"/>
              <w:bottom w:w="28" w:type="dxa"/>
            </w:tcMar>
          </w:tcPr>
          <w:p w:rsidR="00784424" w:rsidRPr="00BE67C6" w:rsidRDefault="007F47FA" w:rsidP="00BE67C6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Robert James - Clinical Vascular Scientist </w:t>
            </w:r>
          </w:p>
        </w:tc>
      </w:tr>
    </w:tbl>
    <w:p w:rsidR="00694581" w:rsidRPr="002D5F9B" w:rsidRDefault="00694581">
      <w:pPr>
        <w:rPr>
          <w:rFonts w:ascii="Arial" w:hAnsi="Arial" w:cs="Arial"/>
          <w:color w:val="404040"/>
          <w:sz w:val="18"/>
          <w:szCs w:val="18"/>
        </w:rPr>
      </w:pPr>
    </w:p>
    <w:sectPr w:rsidR="00694581" w:rsidRPr="002D5F9B" w:rsidSect="00DF515F">
      <w:headerReference w:type="default" r:id="rId8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47FA" w:rsidRDefault="007F47FA">
      <w:r>
        <w:separator/>
      </w:r>
    </w:p>
  </w:endnote>
  <w:endnote w:type="continuationSeparator" w:id="0">
    <w:p w:rsidR="007F47FA" w:rsidRDefault="007F4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47FA" w:rsidRDefault="007F47FA">
      <w:r>
        <w:separator/>
      </w:r>
    </w:p>
  </w:footnote>
  <w:footnote w:type="continuationSeparator" w:id="0">
    <w:p w:rsidR="007F47FA" w:rsidRDefault="007F47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AD" w:rsidRDefault="00E143F8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4775835</wp:posOffset>
          </wp:positionH>
          <wp:positionV relativeFrom="paragraph">
            <wp:posOffset>-27305</wp:posOffset>
          </wp:positionV>
          <wp:extent cx="1452880" cy="57023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7FA"/>
    <w:rsid w:val="000071E8"/>
    <w:rsid w:val="00041AD2"/>
    <w:rsid w:val="00052659"/>
    <w:rsid w:val="00054AC7"/>
    <w:rsid w:val="00060B26"/>
    <w:rsid w:val="00082FF5"/>
    <w:rsid w:val="000A3239"/>
    <w:rsid w:val="000D4C8F"/>
    <w:rsid w:val="000F2232"/>
    <w:rsid w:val="000F4957"/>
    <w:rsid w:val="00106CEB"/>
    <w:rsid w:val="00115ED6"/>
    <w:rsid w:val="00130125"/>
    <w:rsid w:val="00130D4E"/>
    <w:rsid w:val="00175A86"/>
    <w:rsid w:val="001829A0"/>
    <w:rsid w:val="00187C90"/>
    <w:rsid w:val="001D4A26"/>
    <w:rsid w:val="001F0ECE"/>
    <w:rsid w:val="002027E7"/>
    <w:rsid w:val="0020510B"/>
    <w:rsid w:val="00210B25"/>
    <w:rsid w:val="00211588"/>
    <w:rsid w:val="00214C28"/>
    <w:rsid w:val="00216637"/>
    <w:rsid w:val="00220B9B"/>
    <w:rsid w:val="002523B4"/>
    <w:rsid w:val="00252DD3"/>
    <w:rsid w:val="00267D9C"/>
    <w:rsid w:val="00282151"/>
    <w:rsid w:val="002845F4"/>
    <w:rsid w:val="002A575D"/>
    <w:rsid w:val="002C2267"/>
    <w:rsid w:val="002D26EA"/>
    <w:rsid w:val="002D5608"/>
    <w:rsid w:val="002D5F9B"/>
    <w:rsid w:val="002D72BD"/>
    <w:rsid w:val="002F1B84"/>
    <w:rsid w:val="002F29A9"/>
    <w:rsid w:val="00317A10"/>
    <w:rsid w:val="00324B94"/>
    <w:rsid w:val="00332965"/>
    <w:rsid w:val="003512C1"/>
    <w:rsid w:val="003605C4"/>
    <w:rsid w:val="00361F8D"/>
    <w:rsid w:val="003979C6"/>
    <w:rsid w:val="003A31C2"/>
    <w:rsid w:val="003B7DF9"/>
    <w:rsid w:val="003F6A8A"/>
    <w:rsid w:val="00400424"/>
    <w:rsid w:val="00402BD8"/>
    <w:rsid w:val="0041713E"/>
    <w:rsid w:val="00427301"/>
    <w:rsid w:val="0043201F"/>
    <w:rsid w:val="004400FD"/>
    <w:rsid w:val="00443A11"/>
    <w:rsid w:val="00446D9E"/>
    <w:rsid w:val="00447469"/>
    <w:rsid w:val="004478EC"/>
    <w:rsid w:val="004479C2"/>
    <w:rsid w:val="00447AFF"/>
    <w:rsid w:val="00475D18"/>
    <w:rsid w:val="004932D3"/>
    <w:rsid w:val="004934E7"/>
    <w:rsid w:val="004A51E9"/>
    <w:rsid w:val="004F7760"/>
    <w:rsid w:val="0054274D"/>
    <w:rsid w:val="005656EE"/>
    <w:rsid w:val="005900BB"/>
    <w:rsid w:val="00591C95"/>
    <w:rsid w:val="00592827"/>
    <w:rsid w:val="005B777D"/>
    <w:rsid w:val="005D31EC"/>
    <w:rsid w:val="005E5BC0"/>
    <w:rsid w:val="00607655"/>
    <w:rsid w:val="0061539B"/>
    <w:rsid w:val="00624A33"/>
    <w:rsid w:val="00633171"/>
    <w:rsid w:val="00633D1A"/>
    <w:rsid w:val="00636F18"/>
    <w:rsid w:val="0064263F"/>
    <w:rsid w:val="006851FE"/>
    <w:rsid w:val="00687CAB"/>
    <w:rsid w:val="006915B8"/>
    <w:rsid w:val="00694581"/>
    <w:rsid w:val="0069553D"/>
    <w:rsid w:val="00696E1A"/>
    <w:rsid w:val="006B7347"/>
    <w:rsid w:val="006C5A0D"/>
    <w:rsid w:val="006D7699"/>
    <w:rsid w:val="006E6997"/>
    <w:rsid w:val="006F3426"/>
    <w:rsid w:val="00722333"/>
    <w:rsid w:val="00727221"/>
    <w:rsid w:val="007361C2"/>
    <w:rsid w:val="00740706"/>
    <w:rsid w:val="00745D26"/>
    <w:rsid w:val="00766B4B"/>
    <w:rsid w:val="00774A18"/>
    <w:rsid w:val="0077506E"/>
    <w:rsid w:val="00781E01"/>
    <w:rsid w:val="00784424"/>
    <w:rsid w:val="007959A1"/>
    <w:rsid w:val="00796372"/>
    <w:rsid w:val="007A6805"/>
    <w:rsid w:val="007A7B01"/>
    <w:rsid w:val="007B4530"/>
    <w:rsid w:val="007C070F"/>
    <w:rsid w:val="007D6535"/>
    <w:rsid w:val="007F47FA"/>
    <w:rsid w:val="008022C9"/>
    <w:rsid w:val="00804137"/>
    <w:rsid w:val="0083615F"/>
    <w:rsid w:val="00845175"/>
    <w:rsid w:val="008456C7"/>
    <w:rsid w:val="008527CA"/>
    <w:rsid w:val="00866EAE"/>
    <w:rsid w:val="008817E2"/>
    <w:rsid w:val="008A322D"/>
    <w:rsid w:val="008B1CA5"/>
    <w:rsid w:val="008B5D7F"/>
    <w:rsid w:val="008C3548"/>
    <w:rsid w:val="008D344E"/>
    <w:rsid w:val="008E3ADB"/>
    <w:rsid w:val="0091132C"/>
    <w:rsid w:val="00911F56"/>
    <w:rsid w:val="00937D9E"/>
    <w:rsid w:val="0094691B"/>
    <w:rsid w:val="0097071D"/>
    <w:rsid w:val="009A34D2"/>
    <w:rsid w:val="009A5CA0"/>
    <w:rsid w:val="009C6954"/>
    <w:rsid w:val="009D2BAA"/>
    <w:rsid w:val="009F4722"/>
    <w:rsid w:val="00A00D03"/>
    <w:rsid w:val="00A50BBC"/>
    <w:rsid w:val="00A5497F"/>
    <w:rsid w:val="00A60EB5"/>
    <w:rsid w:val="00A637CC"/>
    <w:rsid w:val="00A63D5A"/>
    <w:rsid w:val="00A67164"/>
    <w:rsid w:val="00A74745"/>
    <w:rsid w:val="00A7491A"/>
    <w:rsid w:val="00AA6449"/>
    <w:rsid w:val="00AB235A"/>
    <w:rsid w:val="00AC0941"/>
    <w:rsid w:val="00AC280B"/>
    <w:rsid w:val="00AC6839"/>
    <w:rsid w:val="00AE30A1"/>
    <w:rsid w:val="00AE79B0"/>
    <w:rsid w:val="00AF27D7"/>
    <w:rsid w:val="00B03BAE"/>
    <w:rsid w:val="00B3295A"/>
    <w:rsid w:val="00B349A1"/>
    <w:rsid w:val="00B46ED4"/>
    <w:rsid w:val="00B55178"/>
    <w:rsid w:val="00B67AFA"/>
    <w:rsid w:val="00B80315"/>
    <w:rsid w:val="00B80848"/>
    <w:rsid w:val="00BC590F"/>
    <w:rsid w:val="00BE67C6"/>
    <w:rsid w:val="00C4581A"/>
    <w:rsid w:val="00C46C3E"/>
    <w:rsid w:val="00C47CD3"/>
    <w:rsid w:val="00C719CC"/>
    <w:rsid w:val="00C72E47"/>
    <w:rsid w:val="00C9350C"/>
    <w:rsid w:val="00CA55FD"/>
    <w:rsid w:val="00CA59E4"/>
    <w:rsid w:val="00CA688E"/>
    <w:rsid w:val="00CC6657"/>
    <w:rsid w:val="00CD7188"/>
    <w:rsid w:val="00CF47AC"/>
    <w:rsid w:val="00D04D6F"/>
    <w:rsid w:val="00D34D9F"/>
    <w:rsid w:val="00D42CEC"/>
    <w:rsid w:val="00D605F8"/>
    <w:rsid w:val="00D63A52"/>
    <w:rsid w:val="00D665F2"/>
    <w:rsid w:val="00D66860"/>
    <w:rsid w:val="00D8557F"/>
    <w:rsid w:val="00D967E3"/>
    <w:rsid w:val="00DC3722"/>
    <w:rsid w:val="00DD13FB"/>
    <w:rsid w:val="00DE5341"/>
    <w:rsid w:val="00DF515F"/>
    <w:rsid w:val="00E04A77"/>
    <w:rsid w:val="00E071B6"/>
    <w:rsid w:val="00E119DC"/>
    <w:rsid w:val="00E143F8"/>
    <w:rsid w:val="00E16921"/>
    <w:rsid w:val="00E21EED"/>
    <w:rsid w:val="00E32002"/>
    <w:rsid w:val="00E35AAD"/>
    <w:rsid w:val="00E66B96"/>
    <w:rsid w:val="00E70784"/>
    <w:rsid w:val="00E75EB3"/>
    <w:rsid w:val="00E85BE9"/>
    <w:rsid w:val="00E868DA"/>
    <w:rsid w:val="00E96ADB"/>
    <w:rsid w:val="00EA12E8"/>
    <w:rsid w:val="00EC3362"/>
    <w:rsid w:val="00ED5FE4"/>
    <w:rsid w:val="00ED705A"/>
    <w:rsid w:val="00EE2F0D"/>
    <w:rsid w:val="00EE5FD5"/>
    <w:rsid w:val="00EF042D"/>
    <w:rsid w:val="00F002D2"/>
    <w:rsid w:val="00F105C7"/>
    <w:rsid w:val="00F203DB"/>
    <w:rsid w:val="00F22415"/>
    <w:rsid w:val="00F46177"/>
    <w:rsid w:val="00F6113C"/>
    <w:rsid w:val="00F63AEE"/>
    <w:rsid w:val="00FA5234"/>
    <w:rsid w:val="00FB0EF0"/>
    <w:rsid w:val="00FB3059"/>
    <w:rsid w:val="00FC3506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1EAC46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  <w:style w:type="paragraph" w:styleId="BalloonText">
    <w:name w:val="Balloon Text"/>
    <w:basedOn w:val="Normal"/>
    <w:link w:val="BalloonTextChar"/>
    <w:rsid w:val="0042730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27301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1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VascularLab\Genesis%20International\Genesis%202%20International\Carotid\Carotid%20Standard%20PCH%20n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Carotid Standard PCH nl</Template>
  <TotalTime>0</TotalTime>
  <Pages>1</Pages>
  <Words>170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/>
  <dc:creator/>
  <cp:keywords/>
  <cp:lastModifiedBy/>
  <cp:revision>1</cp:revision>
  <dcterms:created xsi:type="dcterms:W3CDTF">2020-08-07T09:14:00Z</dcterms:created>
  <dcterms:modified xsi:type="dcterms:W3CDTF">2020-08-07T09:14:00Z</dcterms:modified>
</cp:coreProperties>
</file>